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97B3F" w14:textId="4198E1D3" w:rsidR="009D692A" w:rsidRDefault="00A51C2C">
      <w:pPr>
        <w:pStyle w:val="Title01"/>
        <w:spacing w:after="180"/>
        <w:rPr>
          <w:sz w:val="28"/>
        </w:rPr>
      </w:pPr>
      <w:r w:rsidRPr="00A51C2C">
        <w:rPr>
          <w:rFonts w:eastAsia="新細明體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4F2474D" wp14:editId="60E8B907">
                <wp:simplePos x="0" y="0"/>
                <wp:positionH relativeFrom="column">
                  <wp:posOffset>-63500</wp:posOffset>
                </wp:positionH>
                <wp:positionV relativeFrom="paragraph">
                  <wp:posOffset>322099</wp:posOffset>
                </wp:positionV>
                <wp:extent cx="4662617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61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C9DF6" w14:textId="25DA4982" w:rsidR="00A51C2C" w:rsidRPr="00A51C2C" w:rsidRDefault="00A51C2C">
                            <w:pPr>
                              <w:rPr>
                                <w:rFonts w:eastAsia="標楷體"/>
                                <w:kern w:val="0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我可以學會：</w:t>
                            </w:r>
                            <w:r w:rsidRPr="00A51C2C">
                              <w:rPr>
                                <w:rFonts w:eastAsia="標楷體" w:hint="eastAsia"/>
                                <w:kern w:val="0"/>
                                <w:sz w:val="28"/>
                                <w:szCs w:val="20"/>
                              </w:rPr>
                              <w:t>分辨粵劇中不同行當的角色特點。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F247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pt;margin-top:25.35pt;width:367.1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" filled="f" stroked="f">
                <v:textbox style="mso-fit-shape-to-text:t">
                  <w:txbxContent>
                    <w:p w14:paraId="2A2C9DF6" w14:textId="25DA4982" w:rsidR="00A51C2C" w:rsidRPr="00A51C2C" w:rsidRDefault="00A51C2C">
                      <w:pPr>
                        <w:rPr>
                          <w:rFonts w:eastAsia="標楷體"/>
                          <w:kern w:val="0"/>
                          <w:sz w:val="28"/>
                          <w:szCs w:val="20"/>
                        </w:rPr>
                      </w:pPr>
                      <w:r>
                        <w:rPr>
                          <w:rFonts w:hint="eastAsia"/>
                        </w:rPr>
                        <w:t>我可以學會：</w:t>
                      </w:r>
                      <w:r w:rsidRPr="00A51C2C">
                        <w:rPr>
                          <w:rFonts w:eastAsia="標楷體" w:hint="eastAsia"/>
                          <w:kern w:val="0"/>
                          <w:sz w:val="28"/>
                          <w:szCs w:val="20"/>
                        </w:rPr>
                        <w:t>分辨粵劇中不同行當的角色特點。</w:t>
                      </w:r>
                    </w:p>
                  </w:txbxContent>
                </v:textbox>
              </v:shape>
            </w:pict>
          </mc:Fallback>
        </mc:AlternateContent>
      </w:r>
      <w:r w:rsidR="00F87AFD">
        <w:rPr>
          <w:rFonts w:hint="eastAsia"/>
          <w:noProof/>
        </w:rPr>
        <w:t>粵劇</w:t>
      </w:r>
      <w:r w:rsidR="00A52F2E">
        <w:rPr>
          <w:rFonts w:hint="eastAsia"/>
          <w:noProof/>
        </w:rPr>
        <w:t>的行當</w:t>
      </w:r>
      <w:r w:rsidR="009D692A">
        <w:rPr>
          <w:rFonts w:eastAsia="新細明體" w:hint="eastAsia"/>
          <w:b w:val="0"/>
          <w:sz w:val="24"/>
        </w:rPr>
        <w:t>（適用於第</w:t>
      </w:r>
      <w:r w:rsidR="00F87AFD">
        <w:rPr>
          <w:rFonts w:eastAsia="新細明體" w:hint="eastAsia"/>
          <w:b w:val="0"/>
          <w:sz w:val="24"/>
        </w:rPr>
        <w:t>8</w:t>
      </w:r>
      <w:r w:rsidR="009D692A">
        <w:rPr>
          <w:rFonts w:eastAsia="新細明體" w:hint="eastAsia"/>
          <w:b w:val="0"/>
          <w:sz w:val="24"/>
        </w:rPr>
        <w:t>課）</w:t>
      </w:r>
    </w:p>
    <w:p w14:paraId="30206B29" w14:textId="4E2020D8" w:rsidR="00583E12" w:rsidRDefault="00583E12" w:rsidP="00A51C2C">
      <w:pPr>
        <w:pStyle w:val="BodyText01"/>
        <w:tabs>
          <w:tab w:val="left" w:pos="142"/>
        </w:tabs>
        <w:rPr>
          <w:rFonts w:hint="eastAsia"/>
        </w:rPr>
      </w:pPr>
    </w:p>
    <w:p w14:paraId="6FA43299" w14:textId="77777777" w:rsidR="00CD48BD" w:rsidRDefault="009D692A" w:rsidP="006B0D86">
      <w:pPr>
        <w:pStyle w:val="HeadText01"/>
        <w:spacing w:afterLines="0" w:afterAutospacing="1"/>
        <w:ind w:left="0" w:right="-286" w:firstLine="0"/>
        <w:rPr>
          <w:noProof/>
        </w:rPr>
      </w:pPr>
      <w:r>
        <w:rPr>
          <w:rFonts w:hint="eastAsia"/>
          <w:noProof/>
        </w:rPr>
        <w:t>以下</w:t>
      </w:r>
      <w:r w:rsidR="00F87AFD">
        <w:rPr>
          <w:rFonts w:hint="eastAsia"/>
          <w:noProof/>
        </w:rPr>
        <w:t>人</w:t>
      </w:r>
      <w:r w:rsidR="008E28A2">
        <w:rPr>
          <w:rFonts w:hint="eastAsia"/>
          <w:noProof/>
        </w:rPr>
        <w:t>物</w:t>
      </w:r>
      <w:r w:rsidR="00F87AFD">
        <w:rPr>
          <w:rFonts w:hint="eastAsia"/>
          <w:noProof/>
        </w:rPr>
        <w:t>在粵劇中</w:t>
      </w:r>
      <w:r w:rsidR="003D7579">
        <w:rPr>
          <w:rFonts w:hint="eastAsia"/>
          <w:noProof/>
        </w:rPr>
        <w:t>屬於</w:t>
      </w:r>
      <w:r w:rsidR="00F87AFD">
        <w:rPr>
          <w:rFonts w:hint="eastAsia"/>
          <w:noProof/>
        </w:rPr>
        <w:t>哪種</w:t>
      </w:r>
      <w:r w:rsidR="00CE4461">
        <w:rPr>
          <w:rFonts w:hint="eastAsia"/>
          <w:noProof/>
        </w:rPr>
        <w:t>行當</w:t>
      </w:r>
      <w:r w:rsidR="00F87AFD">
        <w:rPr>
          <w:rFonts w:hint="eastAsia"/>
          <w:noProof/>
        </w:rPr>
        <w:t>的角色？在下表內</w:t>
      </w:r>
      <w:r w:rsidR="008B41A0">
        <w:rPr>
          <w:rFonts w:hint="eastAsia"/>
          <w:noProof/>
        </w:rPr>
        <w:t>的</w:t>
      </w:r>
      <w:r w:rsidR="008B41A0">
        <w:rPr>
          <w:rFonts w:hint="eastAsia"/>
          <w:noProof/>
        </w:rPr>
        <w:t>______</w:t>
      </w:r>
      <w:r w:rsidR="00F87AFD">
        <w:rPr>
          <w:rFonts w:hint="eastAsia"/>
          <w:noProof/>
        </w:rPr>
        <w:t>填上</w:t>
      </w:r>
      <w:r w:rsidR="006B0D86">
        <w:rPr>
          <w:rFonts w:hint="eastAsia"/>
          <w:noProof/>
          <w:lang w:val="en-GB"/>
        </w:rPr>
        <w:t>各行當</w:t>
      </w:r>
      <w:r w:rsidR="00F87AFD">
        <w:rPr>
          <w:rFonts w:hint="eastAsia"/>
          <w:noProof/>
        </w:rPr>
        <w:t>的資料</w:t>
      </w:r>
      <w:r w:rsidR="002212C8">
        <w:rPr>
          <w:rFonts w:hint="eastAsia"/>
          <w:noProof/>
          <w:lang w:val="en-GB"/>
        </w:rPr>
        <w:t>，然後</w:t>
      </w:r>
      <w:r w:rsidR="00CE4461">
        <w:rPr>
          <w:rFonts w:hint="eastAsia"/>
          <w:noProof/>
          <w:lang w:val="en-GB"/>
        </w:rPr>
        <w:t>在「角色」一欄填上適當的英文字母</w:t>
      </w:r>
      <w:r w:rsidR="00F87AFD">
        <w:rPr>
          <w:rFonts w:hint="eastAsia"/>
          <w:noProof/>
        </w:rPr>
        <w:t>。</w:t>
      </w:r>
    </w:p>
    <w:p w14:paraId="0936116B" w14:textId="3AC29BE5" w:rsidR="00952527" w:rsidRDefault="009F0363" w:rsidP="00A52F2E">
      <w:pPr>
        <w:pStyle w:val="HeadText01"/>
        <w:spacing w:afterLines="0" w:afterAutospacing="1"/>
        <w:ind w:left="0" w:right="-569" w:firstLine="0"/>
        <w:rPr>
          <w:noProof/>
        </w:rPr>
      </w:pPr>
      <w:r>
        <w:rPr>
          <w:noProof/>
        </w:rPr>
        <mc:AlternateContent>
          <mc:Choice Requires="wpc">
            <w:drawing>
              <wp:inline distT="0" distB="0" distL="0" distR="0" wp14:anchorId="2C5AE3A9" wp14:editId="3D1AAEEE">
                <wp:extent cx="6471920" cy="4433570"/>
                <wp:effectExtent l="0" t="0" r="0" b="0"/>
                <wp:docPr id="184" name="畫布 1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49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630" y="97155"/>
                            <a:ext cx="1119505" cy="11385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95" y="97155"/>
                            <a:ext cx="380365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6C16A" w14:textId="77777777" w:rsidR="00793EFD" w:rsidRPr="00793EFD" w:rsidRDefault="00793EFD" w:rsidP="00D728C4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793EFD">
                                <w:rPr>
                                  <w:b/>
                                  <w:bCs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180"/>
                        <wps:cNvSpPr>
                          <a:spLocks noChangeArrowheads="1"/>
                        </wps:cNvSpPr>
                        <wps:spPr bwMode="auto">
                          <a:xfrm>
                            <a:off x="1325880" y="113665"/>
                            <a:ext cx="2657475" cy="562610"/>
                          </a:xfrm>
                          <a:prstGeom prst="wedgeRoundRectCallout">
                            <a:avLst>
                              <a:gd name="adj1" fmla="val -64625"/>
                              <a:gd name="adj2" fmla="val -2880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5084C4" w14:textId="77777777" w:rsidR="008D58A7" w:rsidRPr="008D58A7" w:rsidRDefault="008D58A7" w:rsidP="00D728C4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8D58A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我外型英俊，清秀而具才氣，是一位富家子弟。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5191760" y="449580"/>
                            <a:ext cx="1120140" cy="11385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3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5096510" y="393700"/>
                            <a:ext cx="381000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AF5EA" w14:textId="77777777" w:rsidR="00383B9F" w:rsidRPr="00793EFD" w:rsidRDefault="00383B9F" w:rsidP="00D728C4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B.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188"/>
                        <wps:cNvSpPr>
                          <a:spLocks noChangeArrowheads="1"/>
                        </wps:cNvSpPr>
                        <wps:spPr bwMode="auto">
                          <a:xfrm>
                            <a:off x="2919095" y="827405"/>
                            <a:ext cx="2142490" cy="562610"/>
                          </a:xfrm>
                          <a:prstGeom prst="wedgeRoundRectCallout">
                            <a:avLst>
                              <a:gd name="adj1" fmla="val 64755"/>
                              <a:gd name="adj2" fmla="val -7065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11F2B6" w14:textId="77777777" w:rsidR="00383B9F" w:rsidRPr="008D58A7" w:rsidRDefault="00383B9F" w:rsidP="00D728C4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我臉上畫着黑色臉譜，代表我正直勇敢</w:t>
                              </w:r>
                              <w:r w:rsidRPr="008D58A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490" y="1504950"/>
                            <a:ext cx="1120140" cy="11379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60655" y="1504950"/>
                            <a:ext cx="381000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6A588" w14:textId="77777777" w:rsidR="004365AB" w:rsidRPr="00793EFD" w:rsidRDefault="004365AB" w:rsidP="00D728C4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C.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191"/>
                        <wps:cNvSpPr>
                          <a:spLocks noChangeArrowheads="1"/>
                        </wps:cNvSpPr>
                        <wps:spPr bwMode="auto">
                          <a:xfrm>
                            <a:off x="1348740" y="1520190"/>
                            <a:ext cx="3140075" cy="605790"/>
                          </a:xfrm>
                          <a:prstGeom prst="wedgeRoundRectCallout">
                            <a:avLst>
                              <a:gd name="adj1" fmla="val -61162"/>
                              <a:gd name="adj2" fmla="val -12472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C7F514" w14:textId="4D306BF6" w:rsidR="00B55893" w:rsidRDefault="004365AB" w:rsidP="00B55893">
                              <w:pPr>
                                <w:widowControl/>
                                <w:snapToGrid w:val="0"/>
                                <w:ind w:left="85" w:right="85"/>
                                <w:rPr>
                                  <w:rFonts w:eastAsia="標楷體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 w:rsidRPr="008D58A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</w:t>
                              </w:r>
                              <w:r w:rsidR="00B55893"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樣子</w:t>
                              </w:r>
                              <w:r w:rsidR="00B55893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美艷、</w:t>
                              </w:r>
                              <w:r w:rsidR="00B55893"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雍容華貴、温文而有藝術</w:t>
                              </w:r>
                              <w:r w:rsidR="00B55893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氣質，是一位</w:t>
                              </w:r>
                              <w:r w:rsidR="00137D3B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  <w:lang w:eastAsia="zh-HK"/>
                                </w:rPr>
                                <w:t>貴妃</w:t>
                              </w:r>
                              <w:r w:rsidR="00B55893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  <w:p w14:paraId="6A10CA83" w14:textId="5C3CBAD7" w:rsidR="004365AB" w:rsidRPr="008D58A7" w:rsidRDefault="004365AB" w:rsidP="00B55893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5144135" y="1878330"/>
                            <a:ext cx="1120140" cy="11385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9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5090160" y="1774190"/>
                            <a:ext cx="380365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DE043" w14:textId="77777777" w:rsidR="004365AB" w:rsidRPr="00793EFD" w:rsidRDefault="004365AB" w:rsidP="00D728C4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D.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194"/>
                        <wps:cNvSpPr>
                          <a:spLocks noChangeArrowheads="1"/>
                        </wps:cNvSpPr>
                        <wps:spPr bwMode="auto">
                          <a:xfrm>
                            <a:off x="2906395" y="2304415"/>
                            <a:ext cx="2142490" cy="561340"/>
                          </a:xfrm>
                          <a:prstGeom prst="wedgeRoundRectCallout">
                            <a:avLst>
                              <a:gd name="adj1" fmla="val 64755"/>
                              <a:gd name="adj2" fmla="val -7065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74B1D3" w14:textId="0FCF011B" w:rsidR="004365AB" w:rsidRPr="008D58A7" w:rsidRDefault="004365AB" w:rsidP="00D728C4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</w:t>
                              </w:r>
                              <w:r w:rsidR="00B55893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有</w:t>
                              </w:r>
                              <w:r w:rsidR="00B55893"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白頭髮</w:t>
                              </w:r>
                              <w:r w:rsidR="00B55893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、白鬍子，</w:t>
                              </w:r>
                              <w:r w:rsidR="00B55893"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臉色</w:t>
                              </w:r>
                              <w:r w:rsidR="00B55893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蒼白，年紀很大。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655" y="2933700"/>
                            <a:ext cx="1120140" cy="11379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10820" y="2933700"/>
                            <a:ext cx="381000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5F2A9" w14:textId="77777777" w:rsidR="00D728C4" w:rsidRPr="00793EFD" w:rsidRDefault="00D728C4" w:rsidP="00D728C4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197"/>
                        <wps:cNvSpPr>
                          <a:spLocks noChangeArrowheads="1"/>
                        </wps:cNvSpPr>
                        <wps:spPr bwMode="auto">
                          <a:xfrm>
                            <a:off x="1398905" y="3016885"/>
                            <a:ext cx="3185160" cy="563245"/>
                          </a:xfrm>
                          <a:prstGeom prst="wedgeRoundRectCallout">
                            <a:avLst>
                              <a:gd name="adj1" fmla="val -61005"/>
                              <a:gd name="adj2" fmla="val -963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482520" w14:textId="5E7A3083" w:rsidR="00D728C4" w:rsidRPr="008D58A7" w:rsidRDefault="00D728C4" w:rsidP="00D728C4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8D58A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</w:t>
                              </w:r>
                              <w:r w:rsidR="00B55893"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有兩道</w:t>
                              </w:r>
                              <w:proofErr w:type="gramStart"/>
                              <w:r w:rsidR="00B55893"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短眉，</w:t>
                              </w:r>
                              <w:proofErr w:type="gramEnd"/>
                              <w:r w:rsidR="00B55893"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鼻子上塗了</w:t>
                              </w:r>
                              <w:r w:rsidR="00B55893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油彩，是一位</w:t>
                              </w:r>
                              <w:r w:rsidR="00B55893"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詼諧、滑稽的</w:t>
                              </w:r>
                              <w:r w:rsidR="00B55893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小人物。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2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5115560" y="3247390"/>
                            <a:ext cx="1120140" cy="11385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3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5061585" y="3143250"/>
                            <a:ext cx="380365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7F1A2" w14:textId="77777777" w:rsidR="00D728C4" w:rsidRPr="00793EFD" w:rsidRDefault="00D728C4" w:rsidP="00D728C4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200"/>
                        <wps:cNvSpPr>
                          <a:spLocks noChangeArrowheads="1"/>
                        </wps:cNvSpPr>
                        <wps:spPr bwMode="auto">
                          <a:xfrm>
                            <a:off x="2877820" y="3797300"/>
                            <a:ext cx="2142490" cy="561340"/>
                          </a:xfrm>
                          <a:prstGeom prst="wedgeRoundRectCallout">
                            <a:avLst>
                              <a:gd name="adj1" fmla="val 64759"/>
                              <a:gd name="adj2" fmla="val -9275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135222" w14:textId="0170FA9F" w:rsidR="00D728C4" w:rsidRPr="008D58A7" w:rsidRDefault="00D728C4" w:rsidP="00D728C4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</w:t>
                              </w:r>
                              <w:r w:rsidR="00B55893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臉上畫着白色臉譜，</w:t>
                              </w:r>
                              <w:r w:rsidR="00137D3B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十分奸詐陰險。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C5AE3A9" id="畫布 184" o:spid="_x0000_s1027" editas="canvas" style="width:509.6pt;height:349.1pt;mso-position-horizontal-relative:char;mso-position-vertical-relative:line" coordsize="64719,44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4719;height:44335;visibility:visible;mso-wrap-style:square">
                  <v:fill o:detectmouseclick="t"/>
                  <v:path o:connecttype="none"/>
                </v:shape>
                <v:shape id="Picture 185" o:spid="_x0000_s1029" type="#_x0000_t75" style="position:absolute;left:876;top:971;width:11195;height:11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">
                  <v:imagedata r:id="rId10" o:title="" grayscale="t"/>
                </v:shape>
                <v:shape id="Text Box 182" o:spid="_x0000_s1030" type="#_x0000_t202" style="position:absolute;left:1377;top:971;width:3804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0K9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" stroked="f">
                  <v:textbox>
                    <w:txbxContent>
                      <w:p w14:paraId="5BC6C16A" w14:textId="77777777" w:rsidR="00793EFD" w:rsidRPr="00793EFD" w:rsidRDefault="00793EFD" w:rsidP="00D728C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793EFD">
                          <w:rPr>
                            <w:b/>
                            <w:bCs/>
                          </w:rPr>
                          <w:t>A</w:t>
                        </w:r>
                        <w:r>
                          <w:rPr>
                            <w:b/>
                            <w:bCs/>
                          </w:rPr>
                          <w:t>.</w:t>
                        </w:r>
                      </w:p>
                    </w:txbxContent>
                  </v:textbox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180" o:spid="_x0000_s1031" type="#_x0000_t62" style="position:absolute;left:13258;top:1136;width:26575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" adj="-3159,10178">
                  <v:textbox>
                    <w:txbxContent>
                      <w:p w14:paraId="025084C4" w14:textId="77777777" w:rsidR="008D58A7" w:rsidRPr="008D58A7" w:rsidRDefault="008D58A7" w:rsidP="00D728C4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8D58A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我外型英俊，清秀而具才氣，是一位富家子弟。</w:t>
                        </w:r>
                      </w:p>
                    </w:txbxContent>
                  </v:textbox>
                </v:shape>
                <v:shape id="Picture 186" o:spid="_x0000_s1032" type="#_x0000_t75" style="position:absolute;left:51917;top:4495;width:11202;height:1138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">
                  <v:imagedata r:id="rId11" o:title="" grayscale="t"/>
                </v:shape>
                <v:shape id="Text Box 187" o:spid="_x0000_s1033" type="#_x0000_t202" style="position:absolute;left:50965;top:3937;width:381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 stroked="f">
                  <v:textbox>
                    <w:txbxContent>
                      <w:p w14:paraId="794AF5EA" w14:textId="77777777" w:rsidR="00383B9F" w:rsidRPr="00793EFD" w:rsidRDefault="00383B9F" w:rsidP="00D728C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B.</w:t>
                        </w:r>
                      </w:p>
                    </w:txbxContent>
                  </v:textbox>
                </v:shape>
                <v:shape id="AutoShape 188" o:spid="_x0000_s1034" type="#_x0000_t62" style="position:absolute;left:29190;top:8274;width:21425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" adj="24787,-4461">
                  <v:textbox>
                    <w:txbxContent>
                      <w:p w14:paraId="7911F2B6" w14:textId="77777777" w:rsidR="00383B9F" w:rsidRPr="008D58A7" w:rsidRDefault="00383B9F" w:rsidP="00D728C4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我臉上畫着黑色臉譜，代表我正直勇敢</w:t>
                        </w:r>
                        <w:r w:rsidRPr="008D58A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。</w:t>
                        </w:r>
                      </w:p>
                    </w:txbxContent>
                  </v:textbox>
                </v:shape>
                <v:shape id="Picture 189" o:spid="_x0000_s1035" type="#_x0000_t75" style="position:absolute;left:1104;top:15049;width:11202;height:11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">
                  <v:imagedata r:id="rId11" o:title="" grayscale="t"/>
                </v:shape>
                <v:shape id="Text Box 190" o:spid="_x0000_s1036" type="#_x0000_t202" style="position:absolute;left:1606;top:15049;width:3810;height:3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<v:textbox>
                    <w:txbxContent>
                      <w:p w14:paraId="5066A588" w14:textId="77777777" w:rsidR="004365AB" w:rsidRPr="00793EFD" w:rsidRDefault="004365AB" w:rsidP="00D728C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C.</w:t>
                        </w:r>
                      </w:p>
                    </w:txbxContent>
                  </v:textbox>
                </v:shape>
                <v:shape id="AutoShape 191" o:spid="_x0000_s1037" type="#_x0000_t62" style="position:absolute;left:13487;top:15201;width:31401;height:6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" adj="-2411,8106">
                  <v:textbox>
                    <w:txbxContent>
                      <w:p w14:paraId="02C7F514" w14:textId="4D306BF6" w:rsidR="00B55893" w:rsidRDefault="004365AB" w:rsidP="00B55893">
                        <w:pPr>
                          <w:widowControl/>
                          <w:snapToGrid w:val="0"/>
                          <w:ind w:left="85" w:right="85"/>
                          <w:rPr>
                            <w:rFonts w:eastAsia="標楷體"/>
                            <w:kern w:val="0"/>
                            <w:sz w:val="28"/>
                            <w:szCs w:val="28"/>
                          </w:rPr>
                        </w:pPr>
                        <w:r w:rsidRPr="008D58A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</w:t>
                        </w:r>
                        <w:r w:rsidR="00B55893"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樣子</w:t>
                        </w:r>
                        <w:r w:rsidR="00B55893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美艷、</w:t>
                        </w:r>
                        <w:r w:rsidR="00B55893"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雍容華貴、温文而有藝術</w:t>
                        </w:r>
                        <w:r w:rsidR="00B55893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氣質，是一位</w:t>
                        </w:r>
                        <w:r w:rsidR="00137D3B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  <w:lang w:eastAsia="zh-HK"/>
                          </w:rPr>
                          <w:t>貴妃</w:t>
                        </w:r>
                        <w:r w:rsidR="00B55893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。</w:t>
                        </w:r>
                      </w:p>
                      <w:p w14:paraId="6A10CA83" w14:textId="5C3CBAD7" w:rsidR="004365AB" w:rsidRPr="008D58A7" w:rsidRDefault="004365AB" w:rsidP="00B55893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Picture 192" o:spid="_x0000_s1038" type="#_x0000_t75" style="position:absolute;left:51441;top:18783;width:11201;height:1138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">
                  <v:imagedata r:id="rId11" o:title="" grayscale="t"/>
                </v:shape>
                <v:shape id="Text Box 193" o:spid="_x0000_s1039" type="#_x0000_t202" style="position:absolute;left:50901;top:17741;width:3804;height:3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<v:textbox>
                    <w:txbxContent>
                      <w:p w14:paraId="2C6DE043" w14:textId="77777777" w:rsidR="004365AB" w:rsidRPr="00793EFD" w:rsidRDefault="004365AB" w:rsidP="00D728C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D.</w:t>
                        </w:r>
                      </w:p>
                    </w:txbxContent>
                  </v:textbox>
                </v:shape>
                <v:shape id="AutoShape 194" o:spid="_x0000_s1040" type="#_x0000_t62" style="position:absolute;left:29063;top:23044;width:21425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" adj="24787,-4461">
                  <v:textbox>
                    <w:txbxContent>
                      <w:p w14:paraId="7574B1D3" w14:textId="0FCF011B" w:rsidR="004365AB" w:rsidRPr="008D58A7" w:rsidRDefault="004365AB" w:rsidP="00D728C4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</w:t>
                        </w:r>
                        <w:r w:rsidR="00B55893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有</w:t>
                        </w:r>
                        <w:r w:rsidR="00B55893"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白頭髮</w:t>
                        </w:r>
                        <w:r w:rsidR="00B55893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、白鬍子，</w:t>
                        </w:r>
                        <w:r w:rsidR="00B55893"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臉色</w:t>
                        </w:r>
                        <w:r w:rsidR="00B55893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蒼白，年紀很大。</w:t>
                        </w:r>
                      </w:p>
                    </w:txbxContent>
                  </v:textbox>
                </v:shape>
                <v:shape id="Picture 195" o:spid="_x0000_s1041" type="#_x0000_t75" style="position:absolute;left:1606;top:29337;width:11201;height:11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">
                  <v:imagedata r:id="rId11" o:title="" grayscale="t"/>
                </v:shape>
                <v:shape id="Text Box 196" o:spid="_x0000_s1042" type="#_x0000_t202" style="position:absolute;left:2108;top:29337;width:381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Ps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iMfw+RJ+gFy9AQAA//8DAFBLAQItABQABgAIAAAAIQDb4fbL7gAAAIUBAAATAAAAAAAAAAAAAAAA&#10;AAAAAABbQ29udGVudF9UeXBlc10ueG1sUEsBAi0AFAAGAAgAAAAhAFr0LFu/AAAAFQEAAAsAAAAA&#10;AAAAAAAAAAAAHwEAAF9yZWxzLy5yZWxzUEsBAi0AFAAGAAgAAAAhAEr5s+zBAAAA2wAAAA8AAAAA&#10;AAAAAAAAAAAABwIAAGRycy9kb3ducmV2LnhtbFBLBQYAAAAAAwADALcAAAD1AgAAAAA=&#10;" stroked="f">
                  <v:textbox>
                    <w:txbxContent>
                      <w:p w14:paraId="06B5F2A9" w14:textId="77777777" w:rsidR="00D728C4" w:rsidRPr="00793EFD" w:rsidRDefault="00D728C4" w:rsidP="00D728C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E.</w:t>
                        </w:r>
                      </w:p>
                    </w:txbxContent>
                  </v:textbox>
                </v:shape>
                <v:shape id="AutoShape 197" o:spid="_x0000_s1043" type="#_x0000_t62" style="position:absolute;left:13989;top:30168;width:31851;height:5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" adj="-2377,8718">
                  <v:textbox>
                    <w:txbxContent>
                      <w:p w14:paraId="41482520" w14:textId="5E7A3083" w:rsidR="00D728C4" w:rsidRPr="008D58A7" w:rsidRDefault="00D728C4" w:rsidP="00D728C4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8D58A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</w:t>
                        </w:r>
                        <w:r w:rsidR="00B55893"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有兩道</w:t>
                        </w:r>
                        <w:proofErr w:type="gramStart"/>
                        <w:r w:rsidR="00B55893"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短眉，</w:t>
                        </w:r>
                        <w:proofErr w:type="gramEnd"/>
                        <w:r w:rsidR="00B55893"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鼻子上塗了</w:t>
                        </w:r>
                        <w:r w:rsidR="00B55893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油彩，是一位</w:t>
                        </w:r>
                        <w:r w:rsidR="00B55893"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詼諧、滑稽的</w:t>
                        </w:r>
                        <w:r w:rsidR="00B55893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小人物。</w:t>
                        </w:r>
                      </w:p>
                    </w:txbxContent>
                  </v:textbox>
                </v:shape>
                <v:shape id="Picture 198" o:spid="_x0000_s1044" type="#_x0000_t75" style="position:absolute;left:51155;top:32473;width:11202;height:1138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">
                  <v:imagedata r:id="rId11" o:title="" grayscale="t"/>
                </v:shape>
                <v:shape id="Text Box 199" o:spid="_x0000_s1045" type="#_x0000_t202" style="position:absolute;left:50615;top:31432;width:3804;height:3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" stroked="f">
                  <v:textbox>
                    <w:txbxContent>
                      <w:p w14:paraId="30A7F1A2" w14:textId="77777777" w:rsidR="00D728C4" w:rsidRPr="00793EFD" w:rsidRDefault="00D728C4" w:rsidP="00D728C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F.</w:t>
                        </w:r>
                      </w:p>
                    </w:txbxContent>
                  </v:textbox>
                </v:shape>
                <v:shape id="AutoShape 200" o:spid="_x0000_s1046" type="#_x0000_t62" style="position:absolute;left:28778;top:37973;width:21425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" adj="24788,-9236">
                  <v:textbox>
                    <w:txbxContent>
                      <w:p w14:paraId="7A135222" w14:textId="0170FA9F" w:rsidR="00D728C4" w:rsidRPr="008D58A7" w:rsidRDefault="00D728C4" w:rsidP="00D728C4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</w:t>
                        </w:r>
                        <w:r w:rsidR="00B55893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臉上畫着白色臉譜，</w:t>
                        </w:r>
                        <w:r w:rsidR="00137D3B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十分奸詐陰險。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A46F6D5" w14:textId="77777777" w:rsidR="00474508" w:rsidRPr="00474508" w:rsidRDefault="00474508" w:rsidP="00474508">
      <w:pPr>
        <w:rPr>
          <w:vanish/>
        </w:rPr>
      </w:pPr>
    </w:p>
    <w:tbl>
      <w:tblPr>
        <w:tblpPr w:leftFromText="180" w:rightFromText="180" w:vertAnchor="text" w:horzAnchor="margin" w:tblpX="-279" w:tblpY="302"/>
        <w:tblW w:w="10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797"/>
        <w:gridCol w:w="1581"/>
        <w:gridCol w:w="2111"/>
        <w:gridCol w:w="1790"/>
        <w:gridCol w:w="2139"/>
      </w:tblGrid>
      <w:tr w:rsidR="00100AFF" w:rsidRPr="009B36DE" w14:paraId="775C4E91" w14:textId="77777777" w:rsidTr="00831042">
        <w:trPr>
          <w:trHeight w:val="413"/>
        </w:trPr>
        <w:tc>
          <w:tcPr>
            <w:tcW w:w="1247" w:type="dxa"/>
            <w:shd w:val="clear" w:color="auto" w:fill="E6E6E6"/>
            <w:vAlign w:val="center"/>
          </w:tcPr>
          <w:p w14:paraId="0F7835BB" w14:textId="77777777" w:rsidR="008E28A2" w:rsidRPr="009B36DE" w:rsidRDefault="008E28A2" w:rsidP="009B585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</w:p>
        </w:tc>
        <w:tc>
          <w:tcPr>
            <w:tcW w:w="1797" w:type="dxa"/>
            <w:shd w:val="clear" w:color="auto" w:fill="E6E6E6"/>
            <w:vAlign w:val="center"/>
          </w:tcPr>
          <w:p w14:paraId="11B1ED3A" w14:textId="77777777" w:rsidR="008E28A2" w:rsidRPr="009B36DE" w:rsidRDefault="002212C8" w:rsidP="009B585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="008E28A2" w:rsidRPr="009B36DE"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1</w:t>
            </w:r>
          </w:p>
        </w:tc>
        <w:tc>
          <w:tcPr>
            <w:tcW w:w="1581" w:type="dxa"/>
            <w:shd w:val="clear" w:color="auto" w:fill="E6E6E6"/>
            <w:vAlign w:val="center"/>
          </w:tcPr>
          <w:p w14:paraId="71E67693" w14:textId="77777777" w:rsidR="008E28A2" w:rsidRPr="009B36DE" w:rsidRDefault="002212C8" w:rsidP="009B585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="008E28A2" w:rsidRPr="009B36DE">
              <w:rPr>
                <w:rFonts w:eastAsia="標楷體"/>
                <w:b/>
                <w:bCs/>
                <w:kern w:val="0"/>
                <w:sz w:val="28"/>
                <w:szCs w:val="20"/>
              </w:rPr>
              <w:t>2</w:t>
            </w:r>
          </w:p>
        </w:tc>
        <w:tc>
          <w:tcPr>
            <w:tcW w:w="2111" w:type="dxa"/>
            <w:shd w:val="clear" w:color="auto" w:fill="E6E6E6"/>
            <w:vAlign w:val="center"/>
          </w:tcPr>
          <w:p w14:paraId="315FE18F" w14:textId="77777777" w:rsidR="008E28A2" w:rsidRPr="009B36DE" w:rsidRDefault="002212C8" w:rsidP="009B585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="008E28A2" w:rsidRPr="009B36DE">
              <w:rPr>
                <w:rFonts w:eastAsia="標楷體"/>
                <w:b/>
                <w:bCs/>
                <w:kern w:val="0"/>
                <w:sz w:val="28"/>
                <w:szCs w:val="20"/>
              </w:rPr>
              <w:t>3</w:t>
            </w:r>
          </w:p>
        </w:tc>
        <w:tc>
          <w:tcPr>
            <w:tcW w:w="1790" w:type="dxa"/>
            <w:shd w:val="clear" w:color="auto" w:fill="E6E6E6"/>
            <w:vAlign w:val="center"/>
          </w:tcPr>
          <w:p w14:paraId="465D040A" w14:textId="77777777" w:rsidR="008E28A2" w:rsidRPr="009B36DE" w:rsidRDefault="002212C8" w:rsidP="009B585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="008E28A2" w:rsidRPr="009B36DE">
              <w:rPr>
                <w:rFonts w:eastAsia="標楷體"/>
                <w:b/>
                <w:bCs/>
                <w:kern w:val="0"/>
                <w:sz w:val="28"/>
                <w:szCs w:val="20"/>
              </w:rPr>
              <w:t>4</w:t>
            </w:r>
          </w:p>
        </w:tc>
        <w:tc>
          <w:tcPr>
            <w:tcW w:w="2139" w:type="dxa"/>
            <w:shd w:val="clear" w:color="auto" w:fill="E6E6E6"/>
            <w:vAlign w:val="center"/>
          </w:tcPr>
          <w:p w14:paraId="7970CC58" w14:textId="77777777" w:rsidR="008E28A2" w:rsidRPr="009B36DE" w:rsidRDefault="002212C8" w:rsidP="009B585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="008E28A2" w:rsidRPr="009B36DE">
              <w:rPr>
                <w:rFonts w:eastAsia="標楷體"/>
                <w:b/>
                <w:bCs/>
                <w:kern w:val="0"/>
                <w:sz w:val="28"/>
                <w:szCs w:val="20"/>
              </w:rPr>
              <w:t>5</w:t>
            </w:r>
          </w:p>
        </w:tc>
      </w:tr>
      <w:tr w:rsidR="00100AFF" w:rsidRPr="009B36DE" w14:paraId="55BB0B81" w14:textId="77777777" w:rsidTr="00831042">
        <w:trPr>
          <w:trHeight w:val="558"/>
        </w:trPr>
        <w:tc>
          <w:tcPr>
            <w:tcW w:w="1247" w:type="dxa"/>
            <w:shd w:val="clear" w:color="auto" w:fill="E6E6E6"/>
            <w:vAlign w:val="center"/>
          </w:tcPr>
          <w:p w14:paraId="2B3F0198" w14:textId="77777777" w:rsidR="008E28A2" w:rsidRPr="009B36DE" w:rsidRDefault="008E28A2" w:rsidP="009B585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ind w:leftChars="30" w:left="72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 w:rsidRPr="009B36DE"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名稱</w:t>
            </w:r>
          </w:p>
        </w:tc>
        <w:tc>
          <w:tcPr>
            <w:tcW w:w="1797" w:type="dxa"/>
          </w:tcPr>
          <w:p w14:paraId="2B2CF3DE" w14:textId="77777777" w:rsidR="008E28A2" w:rsidRPr="009B36DE" w:rsidRDefault="008E28A2" w:rsidP="009B5851">
            <w:pPr>
              <w:widowControl/>
              <w:snapToGrid w:val="0"/>
              <w:spacing w:before="120" w:line="276" w:lineRule="auto"/>
              <w:ind w:leftChars="50" w:left="120"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生</w:t>
            </w:r>
          </w:p>
        </w:tc>
        <w:tc>
          <w:tcPr>
            <w:tcW w:w="1581" w:type="dxa"/>
            <w:vAlign w:val="center"/>
          </w:tcPr>
          <w:p w14:paraId="769468B5" w14:textId="77777777" w:rsidR="008E28A2" w:rsidRPr="009B36DE" w:rsidRDefault="000C09DC" w:rsidP="009B585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  <w:u w:val="single"/>
              </w:rPr>
            </w:pPr>
            <w:proofErr w:type="gramStart"/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＿＿＿</w:t>
            </w:r>
            <w:proofErr w:type="gramEnd"/>
          </w:p>
        </w:tc>
        <w:tc>
          <w:tcPr>
            <w:tcW w:w="2111" w:type="dxa"/>
            <w:vAlign w:val="center"/>
          </w:tcPr>
          <w:p w14:paraId="3681D886" w14:textId="596D8F67" w:rsidR="008E28A2" w:rsidRPr="009B36DE" w:rsidRDefault="000C09DC" w:rsidP="009B5851">
            <w:pPr>
              <w:widowControl/>
              <w:snapToGrid w:val="0"/>
              <w:ind w:leftChars="50" w:left="120" w:rightChars="50" w:right="120"/>
              <w:jc w:val="center"/>
              <w:rPr>
                <w:rFonts w:eastAsia="標楷體"/>
                <w:color w:val="FF0000"/>
                <w:kern w:val="0"/>
                <w:sz w:val="28"/>
                <w:szCs w:val="28"/>
              </w:rPr>
            </w:pPr>
            <w:proofErr w:type="gramStart"/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＿＿＿</w:t>
            </w:r>
            <w:proofErr w:type="gramEnd"/>
          </w:p>
        </w:tc>
        <w:tc>
          <w:tcPr>
            <w:tcW w:w="1790" w:type="dxa"/>
            <w:vAlign w:val="center"/>
          </w:tcPr>
          <w:p w14:paraId="2E5C4E65" w14:textId="77777777" w:rsidR="008E28A2" w:rsidRPr="009B36DE" w:rsidRDefault="000C09DC" w:rsidP="009B5851">
            <w:pPr>
              <w:widowControl/>
              <w:snapToGrid w:val="0"/>
              <w:ind w:leftChars="50" w:left="120" w:rightChars="50" w:right="120"/>
              <w:jc w:val="center"/>
              <w:rPr>
                <w:rFonts w:eastAsia="標楷體"/>
                <w:color w:val="FF0000"/>
                <w:kern w:val="0"/>
                <w:sz w:val="28"/>
                <w:szCs w:val="28"/>
              </w:rPr>
            </w:pPr>
            <w:proofErr w:type="gramStart"/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＿＿＿</w:t>
            </w:r>
            <w:proofErr w:type="gramEnd"/>
          </w:p>
        </w:tc>
        <w:tc>
          <w:tcPr>
            <w:tcW w:w="2139" w:type="dxa"/>
            <w:vAlign w:val="center"/>
          </w:tcPr>
          <w:p w14:paraId="263837A2" w14:textId="2D85CAE7" w:rsidR="008E28A2" w:rsidRPr="009B36DE" w:rsidRDefault="000C09DC" w:rsidP="009B5851">
            <w:pPr>
              <w:widowControl/>
              <w:snapToGrid w:val="0"/>
              <w:ind w:leftChars="50" w:left="120" w:rightChars="50" w:right="120"/>
              <w:jc w:val="center"/>
              <w:rPr>
                <w:rFonts w:eastAsia="標楷體"/>
                <w:color w:val="FF0000"/>
                <w:kern w:val="0"/>
                <w:sz w:val="28"/>
                <w:szCs w:val="28"/>
              </w:rPr>
            </w:pPr>
            <w:proofErr w:type="gramStart"/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＿＿＿</w:t>
            </w:r>
            <w:proofErr w:type="gramEnd"/>
          </w:p>
        </w:tc>
      </w:tr>
      <w:tr w:rsidR="00E20C4A" w:rsidRPr="009B36DE" w14:paraId="7C1B2A88" w14:textId="77777777" w:rsidTr="00831042">
        <w:trPr>
          <w:trHeight w:val="532"/>
        </w:trPr>
        <w:tc>
          <w:tcPr>
            <w:tcW w:w="1247" w:type="dxa"/>
            <w:shd w:val="clear" w:color="auto" w:fill="E6E6E6"/>
            <w:vAlign w:val="center"/>
          </w:tcPr>
          <w:p w14:paraId="03B542E9" w14:textId="77777777" w:rsidR="00E20C4A" w:rsidRPr="009B36DE" w:rsidRDefault="00004CDE" w:rsidP="009B585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描述</w:t>
            </w:r>
          </w:p>
        </w:tc>
        <w:tc>
          <w:tcPr>
            <w:tcW w:w="1797" w:type="dxa"/>
            <w:vAlign w:val="center"/>
          </w:tcPr>
          <w:p w14:paraId="5BD49F76" w14:textId="47DF7288" w:rsidR="00E20C4A" w:rsidRPr="009B36DE" w:rsidRDefault="00E20C4A" w:rsidP="009B585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男性人物</w:t>
            </w:r>
          </w:p>
        </w:tc>
        <w:tc>
          <w:tcPr>
            <w:tcW w:w="1581" w:type="dxa"/>
            <w:vAlign w:val="center"/>
          </w:tcPr>
          <w:p w14:paraId="06F66243" w14:textId="2A9677F4" w:rsidR="00E20C4A" w:rsidRPr="009B36DE" w:rsidRDefault="00E20C4A" w:rsidP="009B585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kern w:val="0"/>
                <w:sz w:val="28"/>
                <w:szCs w:val="28"/>
              </w:rPr>
              <w:t>女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性人物</w:t>
            </w:r>
          </w:p>
        </w:tc>
        <w:tc>
          <w:tcPr>
            <w:tcW w:w="2111" w:type="dxa"/>
            <w:vAlign w:val="center"/>
          </w:tcPr>
          <w:p w14:paraId="35246980" w14:textId="2172DA21" w:rsidR="00E20C4A" w:rsidRPr="009B36DE" w:rsidRDefault="00E20C4A" w:rsidP="009B5851">
            <w:pPr>
              <w:widowControl/>
              <w:snapToGrid w:val="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kern w:val="0"/>
                <w:sz w:val="28"/>
                <w:szCs w:val="28"/>
              </w:rPr>
              <w:t>也稱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「</w:t>
            </w:r>
            <w:r>
              <w:rPr>
                <w:rFonts w:eastAsia="標楷體" w:hint="eastAsia"/>
                <w:kern w:val="0"/>
                <w:sz w:val="28"/>
                <w:szCs w:val="28"/>
              </w:rPr>
              <w:t>花臉」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，一般藉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_______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象徵其性格</w:t>
            </w:r>
          </w:p>
        </w:tc>
        <w:tc>
          <w:tcPr>
            <w:tcW w:w="1790" w:type="dxa"/>
            <w:vAlign w:val="center"/>
          </w:tcPr>
          <w:p w14:paraId="50F02013" w14:textId="77777777" w:rsidR="00E20C4A" w:rsidRPr="009B36DE" w:rsidRDefault="00E20C4A" w:rsidP="009B5851">
            <w:pPr>
              <w:widowControl/>
              <w:snapToGrid w:val="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老生，也稱「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_______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」</w:t>
            </w:r>
          </w:p>
        </w:tc>
        <w:tc>
          <w:tcPr>
            <w:tcW w:w="2139" w:type="dxa"/>
            <w:vAlign w:val="center"/>
          </w:tcPr>
          <w:p w14:paraId="270B6B2B" w14:textId="77777777" w:rsidR="00E20C4A" w:rsidRPr="009B36DE" w:rsidRDefault="00E20C4A" w:rsidP="009B5851">
            <w:pPr>
              <w:widowControl/>
              <w:snapToGrid w:val="0"/>
              <w:spacing w:before="12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_______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人物，有男丑和女丑</w:t>
            </w:r>
          </w:p>
        </w:tc>
      </w:tr>
      <w:tr w:rsidR="00952527" w:rsidRPr="009B36DE" w14:paraId="1EBB02EB" w14:textId="77777777" w:rsidTr="00831042">
        <w:trPr>
          <w:trHeight w:val="532"/>
        </w:trPr>
        <w:tc>
          <w:tcPr>
            <w:tcW w:w="1247" w:type="dxa"/>
            <w:shd w:val="clear" w:color="auto" w:fill="E6E6E6"/>
            <w:vAlign w:val="center"/>
          </w:tcPr>
          <w:p w14:paraId="393BA269" w14:textId="77777777" w:rsidR="00952527" w:rsidRPr="009B36DE" w:rsidRDefault="00831042" w:rsidP="009B585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角色</w:t>
            </w:r>
          </w:p>
        </w:tc>
        <w:tc>
          <w:tcPr>
            <w:tcW w:w="1797" w:type="dxa"/>
            <w:vAlign w:val="center"/>
          </w:tcPr>
          <w:p w14:paraId="3FD26B7D" w14:textId="26ADAB91" w:rsidR="00952527" w:rsidRPr="009B36DE" w:rsidRDefault="00137D3B" w:rsidP="009B585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1581" w:type="dxa"/>
            <w:vAlign w:val="center"/>
          </w:tcPr>
          <w:p w14:paraId="06726FFB" w14:textId="4A2F6A2F" w:rsidR="00952527" w:rsidRDefault="00952527" w:rsidP="009B585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Align w:val="center"/>
          </w:tcPr>
          <w:p w14:paraId="6F3EB44A" w14:textId="29CE3D9F" w:rsidR="00952527" w:rsidRDefault="00952527" w:rsidP="009B5851">
            <w:pPr>
              <w:widowControl/>
              <w:snapToGrid w:val="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3977F5B" w14:textId="77777777" w:rsidR="00952527" w:rsidRPr="009B36DE" w:rsidRDefault="00952527" w:rsidP="009B5851">
            <w:pPr>
              <w:widowControl/>
              <w:snapToGrid w:val="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</w:p>
        </w:tc>
        <w:tc>
          <w:tcPr>
            <w:tcW w:w="2139" w:type="dxa"/>
            <w:vAlign w:val="center"/>
          </w:tcPr>
          <w:p w14:paraId="75FDA54A" w14:textId="2D04074A" w:rsidR="00952527" w:rsidRPr="009B36DE" w:rsidRDefault="00952527" w:rsidP="009B5851">
            <w:pPr>
              <w:widowControl/>
              <w:snapToGrid w:val="0"/>
              <w:spacing w:before="12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</w:tbl>
    <w:p w14:paraId="491B596F" w14:textId="50832F39" w:rsidR="00CD48BD" w:rsidRDefault="00A923E8" w:rsidP="00E20C4A">
      <w:pPr>
        <w:pStyle w:val="BodyText01"/>
        <w:spacing w:afterLines="100" w:after="36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217CBFC" wp14:editId="69182831">
                <wp:simplePos x="0" y="0"/>
                <wp:positionH relativeFrom="column">
                  <wp:posOffset>260968</wp:posOffset>
                </wp:positionH>
                <wp:positionV relativeFrom="paragraph">
                  <wp:posOffset>2497455</wp:posOffset>
                </wp:positionV>
                <wp:extent cx="661035" cy="226695"/>
                <wp:effectExtent l="0" t="0" r="5715" b="1905"/>
                <wp:wrapNone/>
                <wp:docPr id="46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BF79E" w14:textId="77777777" w:rsidR="009D692A" w:rsidRDefault="009D692A">
                            <w:pPr>
                              <w:pStyle w:val="BannerText"/>
                              <w:rPr>
                                <w:sz w:val="3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0 </w:t>
                            </w:r>
                            <w:r>
                              <w:t>–</w:t>
                            </w:r>
                            <w:r>
                              <w:rPr>
                                <w:rFonts w:hint="eastAsia"/>
                              </w:rPr>
                              <w:t xml:space="preserve"> 6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7CBFC" id="Text Box 137" o:spid="_x0000_s1047" type="#_x0000_t202" style="position:absolute;margin-left:20.55pt;margin-top:196.65pt;width:52.05pt;height:17.8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" filled="f" stroked="f">
                <v:textbox inset="0,0,0,0">
                  <w:txbxContent>
                    <w:p w14:paraId="2CFBF79E" w14:textId="77777777" w:rsidR="009D692A" w:rsidRDefault="009D692A">
                      <w:pPr>
                        <w:pStyle w:val="BannerText"/>
                        <w:rPr>
                          <w:sz w:val="30"/>
                        </w:rPr>
                      </w:pPr>
                      <w:r>
                        <w:rPr>
                          <w:rFonts w:hint="eastAsia"/>
                        </w:rPr>
                        <w:t xml:space="preserve">0 </w:t>
                      </w:r>
                      <w:r>
                        <w:t>–</w:t>
                      </w:r>
                      <w:r>
                        <w:rPr>
                          <w:rFonts w:hint="eastAsia"/>
                        </w:rPr>
                        <w:t xml:space="preserve"> 6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37BDE9B" wp14:editId="14EFC329">
                <wp:simplePos x="0" y="0"/>
                <wp:positionH relativeFrom="column">
                  <wp:posOffset>2006600</wp:posOffset>
                </wp:positionH>
                <wp:positionV relativeFrom="paragraph">
                  <wp:posOffset>2437147</wp:posOffset>
                </wp:positionV>
                <wp:extent cx="791845" cy="226695"/>
                <wp:effectExtent l="0" t="0" r="8255" b="1905"/>
                <wp:wrapNone/>
                <wp:docPr id="47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963B6" w14:textId="4BBDEE7C" w:rsidR="009D692A" w:rsidRDefault="009D692A">
                            <w:pPr>
                              <w:pStyle w:val="BannerText"/>
                              <w:rPr>
                                <w:sz w:val="3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7 </w:t>
                            </w:r>
                            <w:r>
                              <w:t>–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137D3B">
                              <w:rPr>
                                <w:rFonts w:hint="eastAsia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BDE9B" id="Text Box 138" o:spid="_x0000_s1048" type="#_x0000_t202" style="position:absolute;margin-left:158pt;margin-top:191.9pt;width:62.35pt;height:17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" filled="f" stroked="f">
                <v:textbox inset="0,0,0,0">
                  <w:txbxContent>
                    <w:p w14:paraId="49A963B6" w14:textId="4BBDEE7C" w:rsidR="009D692A" w:rsidRDefault="009D692A">
                      <w:pPr>
                        <w:pStyle w:val="BannerText"/>
                        <w:rPr>
                          <w:sz w:val="30"/>
                        </w:rPr>
                      </w:pPr>
                      <w:r>
                        <w:rPr>
                          <w:rFonts w:hint="eastAsia"/>
                        </w:rPr>
                        <w:t xml:space="preserve">7 </w:t>
                      </w:r>
                      <w:r>
                        <w:t>–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="00137D3B">
                        <w:rPr>
                          <w:rFonts w:hint="eastAsia"/>
                        </w:rPr>
                        <w:t>11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C506692" wp14:editId="5DFBA770">
                <wp:simplePos x="0" y="0"/>
                <wp:positionH relativeFrom="column">
                  <wp:posOffset>3543300</wp:posOffset>
                </wp:positionH>
                <wp:positionV relativeFrom="paragraph">
                  <wp:posOffset>2458188</wp:posOffset>
                </wp:positionV>
                <wp:extent cx="732790" cy="226695"/>
                <wp:effectExtent l="0" t="0" r="10160" b="1905"/>
                <wp:wrapNone/>
                <wp:docPr id="48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8163B" w14:textId="3F94A91D" w:rsidR="009D692A" w:rsidRDefault="009D692A">
                            <w:pPr>
                              <w:pStyle w:val="BannerText"/>
                              <w:rPr>
                                <w:sz w:val="3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0C09DC"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0C09DC">
                              <w:rPr>
                                <w:rFonts w:hint="eastAsia"/>
                              </w:rPr>
                              <w:t>1</w:t>
                            </w:r>
                            <w:r w:rsidR="00137D3B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06692" id="Text Box 139" o:spid="_x0000_s1049" type="#_x0000_t202" style="position:absolute;margin-left:279pt;margin-top:193.55pt;width:57.7pt;height:17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" filled="f" stroked="f">
                <v:textbox inset="0,0,0,0">
                  <w:txbxContent>
                    <w:p w14:paraId="6AB8163B" w14:textId="3F94A91D" w:rsidR="009D692A" w:rsidRDefault="009D692A">
                      <w:pPr>
                        <w:pStyle w:val="BannerText"/>
                        <w:rPr>
                          <w:sz w:val="30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 w:rsidR="000C09DC"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="000C09DC">
                        <w:rPr>
                          <w:rFonts w:hint="eastAsia"/>
                        </w:rPr>
                        <w:t>1</w:t>
                      </w:r>
                      <w:r w:rsidR="00137D3B"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 w:rsidR="00A0249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5F936B3" wp14:editId="53B78721">
                <wp:simplePos x="0" y="0"/>
                <wp:positionH relativeFrom="column">
                  <wp:posOffset>5673090</wp:posOffset>
                </wp:positionH>
                <wp:positionV relativeFrom="paragraph">
                  <wp:posOffset>2456180</wp:posOffset>
                </wp:positionV>
                <wp:extent cx="354330" cy="226695"/>
                <wp:effectExtent l="0" t="0" r="7620" b="1905"/>
                <wp:wrapNone/>
                <wp:docPr id="4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EE22D4" w14:textId="72332B6A" w:rsidR="009D692A" w:rsidRDefault="00100AFF">
                            <w:pPr>
                              <w:pStyle w:val="Numb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137D3B"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936B3" id="Text Box 136" o:spid="_x0000_s1050" type="#_x0000_t202" style="position:absolute;margin-left:446.7pt;margin-top:193.4pt;width:27.9pt;height:17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" filled="f" stroked="f">
                <v:textbox inset="0,0,0,0">
                  <w:txbxContent>
                    <w:p w14:paraId="03EE22D4" w14:textId="72332B6A" w:rsidR="009D692A" w:rsidRDefault="00100AFF">
                      <w:pPr>
                        <w:pStyle w:val="Number"/>
                      </w:pPr>
                      <w:r>
                        <w:rPr>
                          <w:rFonts w:hint="eastAsia"/>
                        </w:rPr>
                        <w:t>1</w:t>
                      </w:r>
                      <w:r w:rsidR="00137D3B"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F03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 wp14:anchorId="44B434B0" wp14:editId="752C0FAA">
                <wp:simplePos x="0" y="0"/>
                <wp:positionH relativeFrom="column">
                  <wp:posOffset>-147955</wp:posOffset>
                </wp:positionH>
                <wp:positionV relativeFrom="paragraph">
                  <wp:posOffset>2117090</wp:posOffset>
                </wp:positionV>
                <wp:extent cx="2552700" cy="304800"/>
                <wp:effectExtent l="0" t="0" r="0" b="0"/>
                <wp:wrapNone/>
                <wp:docPr id="44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6E182" w14:textId="77777777" w:rsidR="009D692A" w:rsidRDefault="009D692A">
                            <w:pPr>
                              <w:pStyle w:val="Sub-HeadText01"/>
                            </w:pPr>
                            <w:r>
                              <w:rPr>
                                <w:rFonts w:hint="eastAsia"/>
                              </w:rPr>
                              <w:t>成績指標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434B0" id="Text Box 140" o:spid="_x0000_s1051" type="#_x0000_t202" style="position:absolute;margin-left:-11.65pt;margin-top:166.7pt;width:201pt;height:2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" filled="f" stroked="f">
                <v:textbox inset="0,0,0,0">
                  <w:txbxContent>
                    <w:p w14:paraId="5996E182" w14:textId="77777777" w:rsidR="009D692A" w:rsidRDefault="009D692A">
                      <w:pPr>
                        <w:pStyle w:val="Sub-HeadText01"/>
                      </w:pPr>
                      <w:r>
                        <w:rPr>
                          <w:rFonts w:hint="eastAsia"/>
                        </w:rPr>
                        <w:t>成績指標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F0363">
        <w:rPr>
          <w:rFonts w:hint="eastAsia"/>
          <w:noProof/>
        </w:rPr>
        <w:drawing>
          <wp:inline distT="0" distB="0" distL="0" distR="0" wp14:anchorId="50561E9A" wp14:editId="583912BB">
            <wp:extent cx="6162675" cy="695325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B2532" w14:textId="427BF8F8" w:rsidR="00137D3B" w:rsidRDefault="00A51C2C" w:rsidP="00137D3B">
      <w:pPr>
        <w:pStyle w:val="Title01"/>
        <w:spacing w:after="180"/>
        <w:rPr>
          <w:sz w:val="28"/>
        </w:rPr>
      </w:pPr>
      <w:r w:rsidRPr="00A51C2C">
        <w:rPr>
          <w:rFonts w:eastAsia="新細明體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1409192" wp14:editId="2E4B7D99">
                <wp:simplePos x="0" y="0"/>
                <wp:positionH relativeFrom="column">
                  <wp:posOffset>-424798</wp:posOffset>
                </wp:positionH>
                <wp:positionV relativeFrom="paragraph">
                  <wp:posOffset>292100</wp:posOffset>
                </wp:positionV>
                <wp:extent cx="4662617" cy="1404620"/>
                <wp:effectExtent l="0" t="0" r="0" b="0"/>
                <wp:wrapNone/>
                <wp:docPr id="1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61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362B8" w14:textId="77777777" w:rsidR="00A51C2C" w:rsidRPr="00A51C2C" w:rsidRDefault="00A51C2C" w:rsidP="00A51C2C">
                            <w:pPr>
                              <w:rPr>
                                <w:rFonts w:eastAsia="標楷體"/>
                                <w:kern w:val="0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我可以學會：</w:t>
                            </w:r>
                            <w:r w:rsidRPr="00A51C2C">
                              <w:rPr>
                                <w:rFonts w:eastAsia="標楷體" w:hint="eastAsia"/>
                                <w:kern w:val="0"/>
                                <w:sz w:val="28"/>
                                <w:szCs w:val="20"/>
                              </w:rPr>
                              <w:t>分辨粵劇中不同行當的角色特點。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409192" id="_x0000_s1052" type="#_x0000_t202" style="position:absolute;left:0;text-align:left;margin-left:-33.45pt;margin-top:23pt;width:367.1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" filled="f" stroked="f">
                <v:textbox style="mso-fit-shape-to-text:t">
                  <w:txbxContent>
                    <w:p w14:paraId="777362B8" w14:textId="77777777" w:rsidR="00A51C2C" w:rsidRPr="00A51C2C" w:rsidRDefault="00A51C2C" w:rsidP="00A51C2C">
                      <w:pPr>
                        <w:rPr>
                          <w:rFonts w:eastAsia="標楷體"/>
                          <w:kern w:val="0"/>
                          <w:sz w:val="28"/>
                          <w:szCs w:val="20"/>
                        </w:rPr>
                      </w:pPr>
                      <w:r>
                        <w:rPr>
                          <w:rFonts w:hint="eastAsia"/>
                        </w:rPr>
                        <w:t>我可以學會：</w:t>
                      </w:r>
                      <w:r w:rsidRPr="00A51C2C">
                        <w:rPr>
                          <w:rFonts w:eastAsia="標楷體" w:hint="eastAsia"/>
                          <w:kern w:val="0"/>
                          <w:sz w:val="28"/>
                          <w:szCs w:val="20"/>
                        </w:rPr>
                        <w:t>分辨粵劇中不同行當的角色特點。</w:t>
                      </w:r>
                    </w:p>
                  </w:txbxContent>
                </v:textbox>
              </v:shape>
            </w:pict>
          </mc:Fallback>
        </mc:AlternateContent>
      </w:r>
      <w:r w:rsidR="00137D3B">
        <w:rPr>
          <w:rFonts w:hint="eastAsia"/>
          <w:noProof/>
        </w:rPr>
        <w:t>粵劇的行當</w:t>
      </w:r>
      <w:r w:rsidR="00137D3B">
        <w:rPr>
          <w:rFonts w:eastAsia="新細明體" w:hint="eastAsia"/>
          <w:b w:val="0"/>
          <w:sz w:val="24"/>
        </w:rPr>
        <w:t>（適用於第</w:t>
      </w:r>
      <w:r w:rsidR="00137D3B">
        <w:rPr>
          <w:rFonts w:eastAsia="新細明體" w:hint="eastAsia"/>
          <w:b w:val="0"/>
          <w:sz w:val="24"/>
        </w:rPr>
        <w:t>8</w:t>
      </w:r>
      <w:r w:rsidR="00137D3B">
        <w:rPr>
          <w:rFonts w:eastAsia="新細明體" w:hint="eastAsia"/>
          <w:b w:val="0"/>
          <w:sz w:val="24"/>
        </w:rPr>
        <w:t>課）</w:t>
      </w:r>
    </w:p>
    <w:p w14:paraId="5F7C64B9" w14:textId="59238396" w:rsidR="00175E3C" w:rsidRDefault="00175E3C" w:rsidP="00530428">
      <w:pPr>
        <w:pStyle w:val="BodyText01"/>
        <w:tabs>
          <w:tab w:val="clear" w:pos="811"/>
          <w:tab w:val="left" w:pos="-142"/>
        </w:tabs>
        <w:adjustRightInd w:val="0"/>
        <w:ind w:left="-567"/>
      </w:pPr>
    </w:p>
    <w:p w14:paraId="203B2FBC" w14:textId="2497D777" w:rsidR="00137D3B" w:rsidRDefault="003D7659" w:rsidP="00583E12">
      <w:pPr>
        <w:pStyle w:val="HeadText01"/>
        <w:spacing w:afterLines="0" w:afterAutospacing="1"/>
        <w:ind w:left="-567" w:right="-286" w:firstLine="0"/>
        <w:rPr>
          <w:noProof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2B7927" wp14:editId="3DC3D5BA">
                <wp:simplePos x="0" y="0"/>
                <wp:positionH relativeFrom="column">
                  <wp:posOffset>4121133</wp:posOffset>
                </wp:positionH>
                <wp:positionV relativeFrom="paragraph">
                  <wp:posOffset>575207</wp:posOffset>
                </wp:positionV>
                <wp:extent cx="1886585" cy="219075"/>
                <wp:effectExtent l="0" t="0" r="0" b="0"/>
                <wp:wrapNone/>
                <wp:docPr id="43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58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F13C57" w14:textId="77777777" w:rsidR="00137D3B" w:rsidRDefault="00137D3B" w:rsidP="00137D3B">
                            <w:pPr>
                              <w:pStyle w:val="TG"/>
                              <w:ind w:left="255" w:hanging="255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每答對一個答案得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B7927" id="Text Box 221" o:spid="_x0000_s1053" type="#_x0000_t202" style="position:absolute;left:0;text-align:left;margin-left:324.5pt;margin-top:45.3pt;width:148.5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" filled="f" stroked="f">
                <v:textbox inset="0,0,0,0">
                  <w:txbxContent>
                    <w:p w14:paraId="31F13C57" w14:textId="77777777" w:rsidR="00137D3B" w:rsidRDefault="00137D3B" w:rsidP="00137D3B">
                      <w:pPr>
                        <w:pStyle w:val="TG"/>
                        <w:ind w:left="255" w:hanging="255"/>
                      </w:pPr>
                      <w:proofErr w:type="gramStart"/>
                      <w:r>
                        <w:rPr>
                          <w:rFonts w:hint="eastAsia"/>
                        </w:rPr>
                        <w:t>＊</w:t>
                      </w:r>
                      <w:proofErr w:type="gramEnd"/>
                      <w:r>
                        <w:rPr>
                          <w:rFonts w:hint="eastAsia"/>
                        </w:rPr>
                        <w:t>每答對一個答案得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分。</w:t>
                      </w:r>
                    </w:p>
                  </w:txbxContent>
                </v:textbox>
              </v:shape>
            </w:pict>
          </mc:Fallback>
        </mc:AlternateContent>
      </w:r>
      <w:r w:rsidR="00137D3B">
        <w:rPr>
          <w:rFonts w:hint="eastAsia"/>
          <w:noProof/>
        </w:rPr>
        <w:t>以下人物在粵劇中屬於哪種行當的角色？在下表內的</w:t>
      </w:r>
      <w:r w:rsidR="00137D3B">
        <w:rPr>
          <w:rFonts w:hint="eastAsia"/>
          <w:noProof/>
        </w:rPr>
        <w:t>______</w:t>
      </w:r>
      <w:r w:rsidR="00137D3B">
        <w:rPr>
          <w:rFonts w:hint="eastAsia"/>
          <w:noProof/>
        </w:rPr>
        <w:t>填上</w:t>
      </w:r>
      <w:r w:rsidR="00137D3B">
        <w:rPr>
          <w:rFonts w:hint="eastAsia"/>
          <w:noProof/>
          <w:lang w:val="en-GB"/>
        </w:rPr>
        <w:t>各行當</w:t>
      </w:r>
      <w:r w:rsidR="00137D3B">
        <w:rPr>
          <w:rFonts w:hint="eastAsia"/>
          <w:noProof/>
        </w:rPr>
        <w:t>的資料</w:t>
      </w:r>
      <w:r w:rsidR="00137D3B">
        <w:rPr>
          <w:rFonts w:hint="eastAsia"/>
          <w:noProof/>
          <w:lang w:val="en-GB"/>
        </w:rPr>
        <w:t>，然後在「角色」一欄填上適當的英文字母</w:t>
      </w:r>
      <w:r w:rsidR="00137D3B">
        <w:rPr>
          <w:rFonts w:hint="eastAsia"/>
          <w:noProof/>
        </w:rPr>
        <w:t>。</w:t>
      </w:r>
    </w:p>
    <w:tbl>
      <w:tblPr>
        <w:tblpPr w:leftFromText="180" w:rightFromText="180" w:vertAnchor="text" w:horzAnchor="margin" w:tblpXSpec="center" w:tblpY="7230"/>
        <w:tblW w:w="10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797"/>
        <w:gridCol w:w="1581"/>
        <w:gridCol w:w="2111"/>
        <w:gridCol w:w="1790"/>
        <w:gridCol w:w="2139"/>
      </w:tblGrid>
      <w:tr w:rsidR="005B27B1" w:rsidRPr="009B36DE" w14:paraId="339F0DCE" w14:textId="77777777" w:rsidTr="005B27B1">
        <w:trPr>
          <w:trHeight w:val="413"/>
        </w:trPr>
        <w:tc>
          <w:tcPr>
            <w:tcW w:w="1247" w:type="dxa"/>
            <w:shd w:val="clear" w:color="auto" w:fill="E6E6E6"/>
            <w:vAlign w:val="center"/>
          </w:tcPr>
          <w:p w14:paraId="3DB20EED" w14:textId="77777777" w:rsidR="005B27B1" w:rsidRPr="009B36DE" w:rsidRDefault="005B27B1" w:rsidP="005B27B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</w:p>
        </w:tc>
        <w:tc>
          <w:tcPr>
            <w:tcW w:w="1797" w:type="dxa"/>
            <w:shd w:val="clear" w:color="auto" w:fill="E6E6E6"/>
            <w:vAlign w:val="center"/>
          </w:tcPr>
          <w:p w14:paraId="72F3755C" w14:textId="77777777" w:rsidR="005B27B1" w:rsidRPr="009B36DE" w:rsidRDefault="005B27B1" w:rsidP="005B27B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Pr="009B36DE"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1</w:t>
            </w:r>
          </w:p>
        </w:tc>
        <w:tc>
          <w:tcPr>
            <w:tcW w:w="1581" w:type="dxa"/>
            <w:shd w:val="clear" w:color="auto" w:fill="E6E6E6"/>
            <w:vAlign w:val="center"/>
          </w:tcPr>
          <w:p w14:paraId="00EA2D68" w14:textId="77777777" w:rsidR="005B27B1" w:rsidRPr="009B36DE" w:rsidRDefault="005B27B1" w:rsidP="005B27B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95999DA" wp14:editId="2D703F20">
                      <wp:simplePos x="0" y="0"/>
                      <wp:positionH relativeFrom="column">
                        <wp:posOffset>315595</wp:posOffset>
                      </wp:positionH>
                      <wp:positionV relativeFrom="page">
                        <wp:posOffset>233045</wp:posOffset>
                      </wp:positionV>
                      <wp:extent cx="467995" cy="327025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3CEA4D" w14:textId="77777777" w:rsidR="005B27B1" w:rsidRPr="00474508" w:rsidRDefault="005B27B1" w:rsidP="005B27B1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</w:rPr>
                                  </w:pPr>
                                  <w:proofErr w:type="gramStart"/>
                                  <w:r w:rsidRPr="00474508"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旦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999DA" id="_x0000_s1054" type="#_x0000_t202" style="position:absolute;left:0;text-align:left;margin-left:24.85pt;margin-top:18.35pt;width:36.85pt;height:25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" filled="f" stroked="f">
                      <v:textbox>
                        <w:txbxContent>
                          <w:p w14:paraId="533CEA4D" w14:textId="77777777" w:rsidR="005B27B1" w:rsidRPr="00474508" w:rsidRDefault="005B27B1" w:rsidP="005B27B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proofErr w:type="gramStart"/>
                            <w:r w:rsidRPr="004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旦</w:t>
                            </w:r>
                            <w:proofErr w:type="gramEnd"/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Pr="009B36DE">
              <w:rPr>
                <w:rFonts w:eastAsia="標楷體"/>
                <w:b/>
                <w:bCs/>
                <w:kern w:val="0"/>
                <w:sz w:val="28"/>
                <w:szCs w:val="20"/>
              </w:rPr>
              <w:t>2</w:t>
            </w:r>
          </w:p>
        </w:tc>
        <w:tc>
          <w:tcPr>
            <w:tcW w:w="2111" w:type="dxa"/>
            <w:shd w:val="clear" w:color="auto" w:fill="E6E6E6"/>
            <w:vAlign w:val="center"/>
          </w:tcPr>
          <w:p w14:paraId="32DCA04F" w14:textId="77777777" w:rsidR="005B27B1" w:rsidRPr="009B36DE" w:rsidRDefault="005B27B1" w:rsidP="005B27B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6327CED" wp14:editId="19EF62D2">
                      <wp:simplePos x="0" y="0"/>
                      <wp:positionH relativeFrom="column">
                        <wp:posOffset>488315</wp:posOffset>
                      </wp:positionH>
                      <wp:positionV relativeFrom="page">
                        <wp:posOffset>241300</wp:posOffset>
                      </wp:positionV>
                      <wp:extent cx="467995" cy="327025"/>
                      <wp:effectExtent l="0" t="0" r="0" b="0"/>
                      <wp:wrapNone/>
                      <wp:docPr id="23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F55F5E" w14:textId="77777777" w:rsidR="005B27B1" w:rsidRPr="00474508" w:rsidRDefault="005B27B1" w:rsidP="005B27B1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27CED" id="Text Box 223" o:spid="_x0000_s1055" type="#_x0000_t202" style="position:absolute;left:0;text-align:left;margin-left:38.45pt;margin-top:19pt;width:36.85pt;height:2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" filled="f" stroked="f">
                      <v:textbox>
                        <w:txbxContent>
                          <w:p w14:paraId="62F55F5E" w14:textId="77777777" w:rsidR="005B27B1" w:rsidRPr="00474508" w:rsidRDefault="005B27B1" w:rsidP="005B27B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淨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Pr="009B36DE">
              <w:rPr>
                <w:rFonts w:eastAsia="標楷體"/>
                <w:b/>
                <w:bCs/>
                <w:kern w:val="0"/>
                <w:sz w:val="28"/>
                <w:szCs w:val="20"/>
              </w:rPr>
              <w:t>3</w:t>
            </w:r>
          </w:p>
        </w:tc>
        <w:tc>
          <w:tcPr>
            <w:tcW w:w="1790" w:type="dxa"/>
            <w:shd w:val="clear" w:color="auto" w:fill="E6E6E6"/>
            <w:vAlign w:val="center"/>
          </w:tcPr>
          <w:p w14:paraId="54FED303" w14:textId="77777777" w:rsidR="005B27B1" w:rsidRPr="009B36DE" w:rsidRDefault="005B27B1" w:rsidP="005B27B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FAEDA26" wp14:editId="41F39EB3">
                      <wp:simplePos x="0" y="0"/>
                      <wp:positionH relativeFrom="column">
                        <wp:posOffset>380365</wp:posOffset>
                      </wp:positionH>
                      <wp:positionV relativeFrom="page">
                        <wp:posOffset>243205</wp:posOffset>
                      </wp:positionV>
                      <wp:extent cx="467995" cy="327025"/>
                      <wp:effectExtent l="0" t="0" r="0" b="0"/>
                      <wp:wrapNone/>
                      <wp:docPr id="22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58795A" w14:textId="77777777" w:rsidR="005B27B1" w:rsidRPr="00474508" w:rsidRDefault="005B27B1" w:rsidP="005B27B1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EDA26" id="Text Box 224" o:spid="_x0000_s1056" type="#_x0000_t202" style="position:absolute;left:0;text-align:left;margin-left:29.95pt;margin-top:19.15pt;width:36.85pt;height:25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" filled="f" stroked="f">
                      <v:textbox>
                        <w:txbxContent>
                          <w:p w14:paraId="7A58795A" w14:textId="77777777" w:rsidR="005B27B1" w:rsidRPr="00474508" w:rsidRDefault="005B27B1" w:rsidP="005B27B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Pr="009B36DE">
              <w:rPr>
                <w:rFonts w:eastAsia="標楷體"/>
                <w:b/>
                <w:bCs/>
                <w:kern w:val="0"/>
                <w:sz w:val="28"/>
                <w:szCs w:val="20"/>
              </w:rPr>
              <w:t>4</w:t>
            </w:r>
          </w:p>
        </w:tc>
        <w:tc>
          <w:tcPr>
            <w:tcW w:w="2139" w:type="dxa"/>
            <w:shd w:val="clear" w:color="auto" w:fill="E6E6E6"/>
            <w:vAlign w:val="center"/>
          </w:tcPr>
          <w:p w14:paraId="4EF1F70A" w14:textId="77777777" w:rsidR="005B27B1" w:rsidRPr="009B36DE" w:rsidRDefault="005B27B1" w:rsidP="005B27B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A1C0A07" wp14:editId="60B96F94">
                      <wp:simplePos x="0" y="0"/>
                      <wp:positionH relativeFrom="column">
                        <wp:posOffset>504825</wp:posOffset>
                      </wp:positionH>
                      <wp:positionV relativeFrom="page">
                        <wp:posOffset>236855</wp:posOffset>
                      </wp:positionV>
                      <wp:extent cx="467995" cy="327025"/>
                      <wp:effectExtent l="0" t="0" r="0" b="0"/>
                      <wp:wrapNone/>
                      <wp:docPr id="21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347A97" w14:textId="77777777" w:rsidR="005B27B1" w:rsidRPr="00474508" w:rsidRDefault="005B27B1" w:rsidP="005B27B1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</w:rPr>
                                  </w:pPr>
                                  <w:proofErr w:type="gramStart"/>
                                  <w:r w:rsidRPr="00F72479"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丑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C0A07" id="Text Box 225" o:spid="_x0000_s1057" type="#_x0000_t202" style="position:absolute;left:0;text-align:left;margin-left:39.75pt;margin-top:18.65pt;width:36.85pt;height:25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" filled="f" stroked="f">
                      <v:textbox>
                        <w:txbxContent>
                          <w:p w14:paraId="2F347A97" w14:textId="77777777" w:rsidR="005B27B1" w:rsidRPr="00474508" w:rsidRDefault="005B27B1" w:rsidP="005B27B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proofErr w:type="gramStart"/>
                            <w:r w:rsidRPr="00F72479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丑</w:t>
                            </w:r>
                            <w:proofErr w:type="gramEnd"/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行當</w:t>
            </w:r>
            <w:r w:rsidRPr="009B36DE">
              <w:rPr>
                <w:rFonts w:eastAsia="標楷體"/>
                <w:b/>
                <w:bCs/>
                <w:kern w:val="0"/>
                <w:sz w:val="28"/>
                <w:szCs w:val="20"/>
              </w:rPr>
              <w:t>5</w:t>
            </w:r>
          </w:p>
        </w:tc>
      </w:tr>
      <w:tr w:rsidR="005B27B1" w:rsidRPr="009B36DE" w14:paraId="325B142D" w14:textId="77777777" w:rsidTr="005B27B1">
        <w:trPr>
          <w:trHeight w:val="558"/>
        </w:trPr>
        <w:tc>
          <w:tcPr>
            <w:tcW w:w="1247" w:type="dxa"/>
            <w:shd w:val="clear" w:color="auto" w:fill="E6E6E6"/>
            <w:vAlign w:val="center"/>
          </w:tcPr>
          <w:p w14:paraId="77E16323" w14:textId="77777777" w:rsidR="005B27B1" w:rsidRPr="009B36DE" w:rsidRDefault="005B27B1" w:rsidP="005B27B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ind w:leftChars="30" w:left="72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 w:rsidRPr="009B36DE"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名稱</w:t>
            </w:r>
          </w:p>
        </w:tc>
        <w:tc>
          <w:tcPr>
            <w:tcW w:w="1797" w:type="dxa"/>
          </w:tcPr>
          <w:p w14:paraId="1CA5249C" w14:textId="77777777" w:rsidR="005B27B1" w:rsidRPr="009B36DE" w:rsidRDefault="005B27B1" w:rsidP="005B27B1">
            <w:pPr>
              <w:widowControl/>
              <w:snapToGrid w:val="0"/>
              <w:spacing w:before="120" w:line="276" w:lineRule="auto"/>
              <w:ind w:leftChars="50" w:left="120"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生</w:t>
            </w:r>
          </w:p>
        </w:tc>
        <w:tc>
          <w:tcPr>
            <w:tcW w:w="1581" w:type="dxa"/>
            <w:vAlign w:val="center"/>
          </w:tcPr>
          <w:p w14:paraId="067A47EC" w14:textId="77777777" w:rsidR="005B27B1" w:rsidRPr="009B36DE" w:rsidRDefault="005B27B1" w:rsidP="005B27B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  <w:u w:val="single"/>
              </w:rPr>
            </w:pPr>
            <w:proofErr w:type="gramStart"/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＿＿＿</w:t>
            </w:r>
            <w:proofErr w:type="gramEnd"/>
          </w:p>
        </w:tc>
        <w:tc>
          <w:tcPr>
            <w:tcW w:w="2111" w:type="dxa"/>
            <w:vAlign w:val="center"/>
          </w:tcPr>
          <w:p w14:paraId="1C25D4A5" w14:textId="77777777" w:rsidR="005B27B1" w:rsidRPr="009B36DE" w:rsidRDefault="005B27B1" w:rsidP="005B27B1">
            <w:pPr>
              <w:widowControl/>
              <w:snapToGrid w:val="0"/>
              <w:ind w:leftChars="50" w:left="120" w:rightChars="50" w:right="120"/>
              <w:jc w:val="center"/>
              <w:rPr>
                <w:rFonts w:eastAsia="標楷體"/>
                <w:color w:val="FF0000"/>
                <w:kern w:val="0"/>
                <w:sz w:val="28"/>
                <w:szCs w:val="28"/>
              </w:rPr>
            </w:pPr>
            <w:proofErr w:type="gramStart"/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＿＿＿</w:t>
            </w:r>
            <w:proofErr w:type="gramEnd"/>
          </w:p>
        </w:tc>
        <w:tc>
          <w:tcPr>
            <w:tcW w:w="1790" w:type="dxa"/>
            <w:vAlign w:val="center"/>
          </w:tcPr>
          <w:p w14:paraId="725B8259" w14:textId="77777777" w:rsidR="005B27B1" w:rsidRPr="009B36DE" w:rsidRDefault="005B27B1" w:rsidP="005B27B1">
            <w:pPr>
              <w:widowControl/>
              <w:snapToGrid w:val="0"/>
              <w:ind w:leftChars="50" w:left="120" w:rightChars="50" w:right="120"/>
              <w:jc w:val="center"/>
              <w:rPr>
                <w:rFonts w:eastAsia="標楷體"/>
                <w:color w:val="FF0000"/>
                <w:kern w:val="0"/>
                <w:sz w:val="28"/>
                <w:szCs w:val="28"/>
              </w:rPr>
            </w:pPr>
            <w:proofErr w:type="gramStart"/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＿＿＿</w:t>
            </w:r>
            <w:proofErr w:type="gramEnd"/>
          </w:p>
        </w:tc>
        <w:tc>
          <w:tcPr>
            <w:tcW w:w="2139" w:type="dxa"/>
            <w:vAlign w:val="center"/>
          </w:tcPr>
          <w:p w14:paraId="3BA48A51" w14:textId="77777777" w:rsidR="005B27B1" w:rsidRPr="009B36DE" w:rsidRDefault="005B27B1" w:rsidP="005B27B1">
            <w:pPr>
              <w:widowControl/>
              <w:snapToGrid w:val="0"/>
              <w:ind w:leftChars="50" w:left="120" w:rightChars="50" w:right="120"/>
              <w:jc w:val="center"/>
              <w:rPr>
                <w:rFonts w:eastAsia="標楷體"/>
                <w:color w:val="FF0000"/>
                <w:kern w:val="0"/>
                <w:sz w:val="28"/>
                <w:szCs w:val="28"/>
              </w:rPr>
            </w:pPr>
            <w:proofErr w:type="gramStart"/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＿＿＿</w:t>
            </w:r>
            <w:proofErr w:type="gramEnd"/>
          </w:p>
        </w:tc>
      </w:tr>
      <w:tr w:rsidR="005B27B1" w:rsidRPr="009B36DE" w14:paraId="41A378AE" w14:textId="77777777" w:rsidTr="005B27B1">
        <w:trPr>
          <w:trHeight w:val="532"/>
        </w:trPr>
        <w:tc>
          <w:tcPr>
            <w:tcW w:w="1247" w:type="dxa"/>
            <w:shd w:val="clear" w:color="auto" w:fill="E6E6E6"/>
            <w:vAlign w:val="center"/>
          </w:tcPr>
          <w:p w14:paraId="6B21D883" w14:textId="77777777" w:rsidR="005B27B1" w:rsidRPr="009B36DE" w:rsidRDefault="005B27B1" w:rsidP="005B27B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描述</w:t>
            </w:r>
          </w:p>
        </w:tc>
        <w:tc>
          <w:tcPr>
            <w:tcW w:w="1797" w:type="dxa"/>
            <w:vAlign w:val="center"/>
          </w:tcPr>
          <w:p w14:paraId="0C7C1573" w14:textId="77777777" w:rsidR="005B27B1" w:rsidRPr="009B36DE" w:rsidRDefault="005B27B1" w:rsidP="005B27B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男性人物</w:t>
            </w:r>
          </w:p>
        </w:tc>
        <w:tc>
          <w:tcPr>
            <w:tcW w:w="1581" w:type="dxa"/>
            <w:vAlign w:val="center"/>
          </w:tcPr>
          <w:p w14:paraId="0F4F99FF" w14:textId="77777777" w:rsidR="005B27B1" w:rsidRPr="009B36DE" w:rsidRDefault="005B27B1" w:rsidP="005B27B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kern w:val="0"/>
                <w:sz w:val="28"/>
                <w:szCs w:val="28"/>
              </w:rPr>
              <w:t>女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性人物</w:t>
            </w:r>
          </w:p>
        </w:tc>
        <w:tc>
          <w:tcPr>
            <w:tcW w:w="2111" w:type="dxa"/>
            <w:vAlign w:val="center"/>
          </w:tcPr>
          <w:p w14:paraId="7BD38E78" w14:textId="77777777" w:rsidR="005B27B1" w:rsidRPr="009B36DE" w:rsidRDefault="005B27B1" w:rsidP="005B27B1">
            <w:pPr>
              <w:widowControl/>
              <w:snapToGrid w:val="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4FA7415" wp14:editId="57441202">
                      <wp:simplePos x="0" y="0"/>
                      <wp:positionH relativeFrom="column">
                        <wp:posOffset>108585</wp:posOffset>
                      </wp:positionH>
                      <wp:positionV relativeFrom="page">
                        <wp:posOffset>402590</wp:posOffset>
                      </wp:positionV>
                      <wp:extent cx="554990" cy="327025"/>
                      <wp:effectExtent l="0" t="0" r="0" b="0"/>
                      <wp:wrapNone/>
                      <wp:docPr id="163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4FC74E" w14:textId="77777777" w:rsidR="005B27B1" w:rsidRPr="00474508" w:rsidRDefault="005B27B1" w:rsidP="005B27B1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花臉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A7415" id="Text Box 227" o:spid="_x0000_s1058" type="#_x0000_t202" style="position:absolute;left:0;text-align:left;margin-left:8.55pt;margin-top:31.7pt;width:43.7pt;height:25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" filled="f" stroked="f">
                      <v:textbox>
                        <w:txbxContent>
                          <w:p w14:paraId="0B4FC74E" w14:textId="77777777" w:rsidR="005B27B1" w:rsidRPr="00474508" w:rsidRDefault="005B27B1" w:rsidP="005B27B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花臉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eastAsia="標楷體" w:hint="eastAsia"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6973C265" wp14:editId="18F59D92">
                      <wp:simplePos x="0" y="0"/>
                      <wp:positionH relativeFrom="column">
                        <wp:posOffset>-5534660</wp:posOffset>
                      </wp:positionH>
                      <wp:positionV relativeFrom="page">
                        <wp:posOffset>-7352665</wp:posOffset>
                      </wp:positionV>
                      <wp:extent cx="601980" cy="327025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980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9DA3A7" w14:textId="77777777" w:rsidR="005B27B1" w:rsidRPr="00474508" w:rsidRDefault="005B27B1" w:rsidP="005B27B1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臉譜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3C265" id="_x0000_s1059" type="#_x0000_t202" style="position:absolute;left:0;text-align:left;margin-left:-435.8pt;margin-top:-578.95pt;width:47.4pt;height:25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" filled="f" stroked="f">
                      <v:textbox>
                        <w:txbxContent>
                          <w:p w14:paraId="0E9DA3A7" w14:textId="77777777" w:rsidR="005B27B1" w:rsidRPr="00474508" w:rsidRDefault="005B27B1" w:rsidP="005B27B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臉譜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eastAsia="標楷體" w:hint="eastAsia"/>
                <w:kern w:val="0"/>
                <w:sz w:val="28"/>
                <w:szCs w:val="28"/>
              </w:rPr>
              <w:t>也稱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「</w:t>
            </w:r>
            <w:r>
              <w:rPr>
                <w:rFonts w:eastAsia="標楷體" w:hint="eastAsia"/>
                <w:kern w:val="0"/>
                <w:sz w:val="28"/>
                <w:szCs w:val="28"/>
              </w:rPr>
              <w:t>花臉」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，一般藉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_______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象徵其性格</w:t>
            </w:r>
          </w:p>
        </w:tc>
        <w:tc>
          <w:tcPr>
            <w:tcW w:w="1790" w:type="dxa"/>
            <w:vAlign w:val="center"/>
          </w:tcPr>
          <w:p w14:paraId="7E0D92B1" w14:textId="77777777" w:rsidR="005B27B1" w:rsidRPr="009B36DE" w:rsidRDefault="005B27B1" w:rsidP="005B27B1">
            <w:pPr>
              <w:widowControl/>
              <w:snapToGrid w:val="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1AAADB4" wp14:editId="2BD686B1">
                      <wp:simplePos x="0" y="0"/>
                      <wp:positionH relativeFrom="column">
                        <wp:posOffset>375920</wp:posOffset>
                      </wp:positionH>
                      <wp:positionV relativeFrom="page">
                        <wp:posOffset>937895</wp:posOffset>
                      </wp:positionV>
                      <wp:extent cx="467995" cy="327025"/>
                      <wp:effectExtent l="0" t="0" r="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9BE681" w14:textId="77777777" w:rsidR="005B27B1" w:rsidRPr="00137D3B" w:rsidRDefault="005B27B1" w:rsidP="005B27B1">
                                  <w:pPr>
                                    <w:rPr>
                                      <w:rFonts w:eastAsia="標楷體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color w:val="FF0000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AAADB4" id="_x0000_s1060" type="#_x0000_t202" style="position:absolute;left:0;text-align:left;margin-left:29.6pt;margin-top:73.85pt;width:36.85pt;height:25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" filled="f" stroked="f">
                      <v:textbox>
                        <w:txbxContent>
                          <w:p w14:paraId="509BE681" w14:textId="77777777" w:rsidR="005B27B1" w:rsidRPr="00137D3B" w:rsidRDefault="005B27B1" w:rsidP="005B27B1">
                            <w:pPr>
                              <w:rPr>
                                <w:rFonts w:eastAsia="標楷體"/>
                                <w:color w:val="FF0000"/>
                              </w:rPr>
                            </w:pPr>
                            <w:r>
                              <w:rPr>
                                <w:rFonts w:eastAsia="標楷體"/>
                                <w:color w:val="FF0000"/>
                              </w:rPr>
                              <w:t>D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eastAsia="標楷體" w:hint="eastAsia"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5FFA05E5" wp14:editId="15C11AFB">
                      <wp:simplePos x="0" y="0"/>
                      <wp:positionH relativeFrom="column">
                        <wp:posOffset>312420</wp:posOffset>
                      </wp:positionH>
                      <wp:positionV relativeFrom="page">
                        <wp:posOffset>160020</wp:posOffset>
                      </wp:positionV>
                      <wp:extent cx="554990" cy="327025"/>
                      <wp:effectExtent l="0" t="0" r="0" b="0"/>
                      <wp:wrapNone/>
                      <wp:docPr id="17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E6BC7B" w14:textId="77777777" w:rsidR="005B27B1" w:rsidRPr="00474508" w:rsidRDefault="005B27B1" w:rsidP="005B27B1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末腳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A05E5" id="_x0000_s1061" type="#_x0000_t202" style="position:absolute;left:0;text-align:left;margin-left:24.6pt;margin-top:12.6pt;width:43.7pt;height:25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" filled="f" stroked="f">
                      <v:textbox>
                        <w:txbxContent>
                          <w:p w14:paraId="07E6BC7B" w14:textId="77777777" w:rsidR="005B27B1" w:rsidRPr="00474508" w:rsidRDefault="005B27B1" w:rsidP="005B27B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末腳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老生，也稱「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_______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」</w:t>
            </w:r>
          </w:p>
        </w:tc>
        <w:tc>
          <w:tcPr>
            <w:tcW w:w="2139" w:type="dxa"/>
            <w:vAlign w:val="center"/>
          </w:tcPr>
          <w:p w14:paraId="69C18F4D" w14:textId="77777777" w:rsidR="005B27B1" w:rsidRPr="009B36DE" w:rsidRDefault="005B27B1" w:rsidP="005B27B1">
            <w:pPr>
              <w:widowControl/>
              <w:snapToGrid w:val="0"/>
              <w:spacing w:before="12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2C34BB2B" wp14:editId="7DFD2BFF">
                      <wp:simplePos x="0" y="0"/>
                      <wp:positionH relativeFrom="column">
                        <wp:posOffset>551815</wp:posOffset>
                      </wp:positionH>
                      <wp:positionV relativeFrom="page">
                        <wp:posOffset>920115</wp:posOffset>
                      </wp:positionV>
                      <wp:extent cx="467995" cy="327025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D97773" w14:textId="77777777" w:rsidR="005B27B1" w:rsidRPr="00137D3B" w:rsidRDefault="005B27B1" w:rsidP="005B27B1">
                                  <w:pPr>
                                    <w:rPr>
                                      <w:rFonts w:eastAsia="標楷體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color w:val="FF0000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4BB2B" id="_x0000_s1062" type="#_x0000_t202" style="position:absolute;left:0;text-align:left;margin-left:43.45pt;margin-top:72.45pt;width:36.85pt;height:25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" filled="f" stroked="f">
                      <v:textbox>
                        <w:txbxContent>
                          <w:p w14:paraId="39D97773" w14:textId="77777777" w:rsidR="005B27B1" w:rsidRPr="00137D3B" w:rsidRDefault="005B27B1" w:rsidP="005B27B1">
                            <w:pPr>
                              <w:rPr>
                                <w:rFonts w:eastAsia="標楷體"/>
                                <w:color w:val="FF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FF0000"/>
                              </w:rPr>
                              <w:t>E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eastAsia="標楷體" w:hint="eastAsia"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48DCB7F" wp14:editId="7EC4BCB2">
                      <wp:simplePos x="0" y="0"/>
                      <wp:positionH relativeFrom="column">
                        <wp:posOffset>167640</wp:posOffset>
                      </wp:positionH>
                      <wp:positionV relativeFrom="page">
                        <wp:posOffset>-3810</wp:posOffset>
                      </wp:positionV>
                      <wp:extent cx="606425" cy="327025"/>
                      <wp:effectExtent l="0" t="0" r="0" b="0"/>
                      <wp:wrapNone/>
                      <wp:docPr id="15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425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C85C87" w14:textId="77777777" w:rsidR="005B27B1" w:rsidRPr="00474508" w:rsidRDefault="005B27B1" w:rsidP="005B27B1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滑稽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DCB7F" id="Text Box 228" o:spid="_x0000_s1063" type="#_x0000_t202" style="position:absolute;left:0;text-align:left;margin-left:13.2pt;margin-top:-.3pt;width:47.75pt;height:25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" filled="f" stroked="f">
                      <v:textbox>
                        <w:txbxContent>
                          <w:p w14:paraId="66C85C87" w14:textId="77777777" w:rsidR="005B27B1" w:rsidRPr="00474508" w:rsidRDefault="005B27B1" w:rsidP="005B27B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滑稽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_______</w:t>
            </w:r>
            <w:r w:rsidRPr="009B36DE">
              <w:rPr>
                <w:rFonts w:eastAsia="標楷體" w:hint="eastAsia"/>
                <w:kern w:val="0"/>
                <w:sz w:val="28"/>
                <w:szCs w:val="28"/>
              </w:rPr>
              <w:t>人物，有男丑和女丑</w:t>
            </w:r>
          </w:p>
        </w:tc>
      </w:tr>
      <w:tr w:rsidR="005B27B1" w:rsidRPr="009B36DE" w14:paraId="63CDCDB6" w14:textId="77777777" w:rsidTr="005B27B1">
        <w:trPr>
          <w:trHeight w:val="532"/>
        </w:trPr>
        <w:tc>
          <w:tcPr>
            <w:tcW w:w="1247" w:type="dxa"/>
            <w:shd w:val="clear" w:color="auto" w:fill="E6E6E6"/>
            <w:vAlign w:val="center"/>
          </w:tcPr>
          <w:p w14:paraId="375980C8" w14:textId="77777777" w:rsidR="005B27B1" w:rsidRPr="009B36DE" w:rsidRDefault="005B27B1" w:rsidP="005B27B1">
            <w:pPr>
              <w:widowControl/>
              <w:tabs>
                <w:tab w:val="left" w:pos="811"/>
                <w:tab w:val="left" w:pos="1498"/>
                <w:tab w:val="left" w:pos="2170"/>
              </w:tabs>
              <w:snapToGrid w:val="0"/>
              <w:jc w:val="center"/>
              <w:rPr>
                <w:rFonts w:eastAsia="標楷體"/>
                <w:b/>
                <w:bCs/>
                <w:kern w:val="0"/>
                <w:sz w:val="28"/>
                <w:szCs w:val="20"/>
              </w:rPr>
            </w:pPr>
            <w:r>
              <w:rPr>
                <w:rFonts w:eastAsia="標楷體" w:hint="eastAsia"/>
                <w:b/>
                <w:bCs/>
                <w:kern w:val="0"/>
                <w:sz w:val="28"/>
                <w:szCs w:val="20"/>
              </w:rPr>
              <w:t>角色</w:t>
            </w:r>
          </w:p>
        </w:tc>
        <w:tc>
          <w:tcPr>
            <w:tcW w:w="1797" w:type="dxa"/>
            <w:vAlign w:val="center"/>
          </w:tcPr>
          <w:p w14:paraId="7FAE3CC3" w14:textId="77777777" w:rsidR="005B27B1" w:rsidRPr="009B36DE" w:rsidRDefault="005B27B1" w:rsidP="005B27B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1581" w:type="dxa"/>
            <w:vAlign w:val="center"/>
          </w:tcPr>
          <w:p w14:paraId="5A5E0950" w14:textId="77777777" w:rsidR="005B27B1" w:rsidRDefault="005B27B1" w:rsidP="005B27B1">
            <w:pPr>
              <w:widowControl/>
              <w:snapToGrid w:val="0"/>
              <w:ind w:rightChars="50" w:right="12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C87F8B7" wp14:editId="675D6EA7">
                      <wp:simplePos x="0" y="0"/>
                      <wp:positionH relativeFrom="column">
                        <wp:posOffset>323850</wp:posOffset>
                      </wp:positionH>
                      <wp:positionV relativeFrom="page">
                        <wp:posOffset>635</wp:posOffset>
                      </wp:positionV>
                      <wp:extent cx="467995" cy="327025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929A82" w14:textId="77777777" w:rsidR="005B27B1" w:rsidRPr="00137D3B" w:rsidRDefault="005B27B1" w:rsidP="005B27B1">
                                  <w:pPr>
                                    <w:rPr>
                                      <w:rFonts w:eastAsia="標楷體"/>
                                      <w:color w:val="FF0000"/>
                                    </w:rPr>
                                  </w:pPr>
                                  <w:r w:rsidRPr="00137D3B">
                                    <w:rPr>
                                      <w:rFonts w:eastAsia="標楷體"/>
                                      <w:color w:val="FF0000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7F8B7" id="_x0000_s1064" type="#_x0000_t202" style="position:absolute;left:0;text-align:left;margin-left:25.5pt;margin-top:.05pt;width:36.85pt;height:25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" filled="f" stroked="f">
                      <v:textbox>
                        <w:txbxContent>
                          <w:p w14:paraId="2F929A82" w14:textId="77777777" w:rsidR="005B27B1" w:rsidRPr="00137D3B" w:rsidRDefault="005B27B1" w:rsidP="005B27B1">
                            <w:pPr>
                              <w:rPr>
                                <w:rFonts w:eastAsia="標楷體"/>
                                <w:color w:val="FF0000"/>
                              </w:rPr>
                            </w:pPr>
                            <w:r w:rsidRPr="00137D3B">
                              <w:rPr>
                                <w:rFonts w:eastAsia="標楷體"/>
                                <w:color w:val="FF0000"/>
                              </w:rPr>
                              <w:t>C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111" w:type="dxa"/>
            <w:vAlign w:val="center"/>
          </w:tcPr>
          <w:p w14:paraId="6498214B" w14:textId="77777777" w:rsidR="005B27B1" w:rsidRDefault="005B27B1" w:rsidP="005B27B1">
            <w:pPr>
              <w:widowControl/>
              <w:snapToGrid w:val="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066AE546" wp14:editId="4DEA516C">
                      <wp:simplePos x="0" y="0"/>
                      <wp:positionH relativeFrom="column">
                        <wp:posOffset>384810</wp:posOffset>
                      </wp:positionH>
                      <wp:positionV relativeFrom="page">
                        <wp:posOffset>57785</wp:posOffset>
                      </wp:positionV>
                      <wp:extent cx="572770" cy="327025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770" cy="327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3E438C" w14:textId="77777777" w:rsidR="005B27B1" w:rsidRPr="00137D3B" w:rsidRDefault="005B27B1" w:rsidP="005B27B1">
                                  <w:pPr>
                                    <w:rPr>
                                      <w:rFonts w:eastAsia="標楷體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color w:val="FF0000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標楷體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color w:val="FF0000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6AE546" id="_x0000_s1065" type="#_x0000_t202" style="position:absolute;left:0;text-align:left;margin-left:30.3pt;margin-top:4.55pt;width:45.1pt;height:25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" filled="f" stroked="f">
                      <v:textbox>
                        <w:txbxContent>
                          <w:p w14:paraId="263E438C" w14:textId="77777777" w:rsidR="005B27B1" w:rsidRPr="00137D3B" w:rsidRDefault="005B27B1" w:rsidP="005B27B1">
                            <w:pPr>
                              <w:rPr>
                                <w:rFonts w:eastAsia="標楷體"/>
                                <w:color w:val="FF0000"/>
                              </w:rPr>
                            </w:pPr>
                            <w:r>
                              <w:rPr>
                                <w:rFonts w:eastAsia="標楷體"/>
                                <w:color w:val="FF0000"/>
                              </w:rPr>
                              <w:t>B</w:t>
                            </w:r>
                            <w:r>
                              <w:rPr>
                                <w:rFonts w:eastAsia="標楷體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color w:val="FF0000"/>
                              </w:rPr>
                              <w:t>F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790" w:type="dxa"/>
            <w:vAlign w:val="center"/>
          </w:tcPr>
          <w:p w14:paraId="3B423547" w14:textId="77777777" w:rsidR="005B27B1" w:rsidRPr="009B36DE" w:rsidRDefault="005B27B1" w:rsidP="005B27B1">
            <w:pPr>
              <w:widowControl/>
              <w:snapToGrid w:val="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</w:p>
        </w:tc>
        <w:tc>
          <w:tcPr>
            <w:tcW w:w="2139" w:type="dxa"/>
            <w:vAlign w:val="center"/>
          </w:tcPr>
          <w:p w14:paraId="7602C85F" w14:textId="77777777" w:rsidR="005B27B1" w:rsidRPr="009B36DE" w:rsidRDefault="005B27B1" w:rsidP="005B27B1">
            <w:pPr>
              <w:widowControl/>
              <w:snapToGrid w:val="0"/>
              <w:spacing w:before="120"/>
              <w:ind w:leftChars="50" w:left="120" w:rightChars="50" w:right="120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</w:tbl>
    <w:p w14:paraId="19A2F686" w14:textId="6FEAFA79" w:rsidR="00137D3B" w:rsidRDefault="009F0363" w:rsidP="00137D3B">
      <w:pPr>
        <w:pStyle w:val="HeadText01"/>
        <w:spacing w:afterLines="0" w:afterAutospacing="1"/>
        <w:ind w:left="0" w:right="-569" w:firstLine="0"/>
        <w:rPr>
          <w:noProof/>
        </w:rPr>
      </w:pPr>
      <w:r>
        <w:rPr>
          <w:noProof/>
        </w:rPr>
        <mc:AlternateContent>
          <mc:Choice Requires="wpc">
            <w:drawing>
              <wp:inline distT="0" distB="0" distL="0" distR="0" wp14:anchorId="246D6CD0" wp14:editId="04B29E55">
                <wp:extent cx="6471920" cy="4433570"/>
                <wp:effectExtent l="2540" t="0" r="2540" b="0"/>
                <wp:docPr id="201" name="畫布 2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5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630" y="97155"/>
                            <a:ext cx="1119505" cy="11385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137795" y="97155"/>
                            <a:ext cx="380365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69467" w14:textId="77777777" w:rsidR="00137D3B" w:rsidRPr="00793EFD" w:rsidRDefault="00137D3B" w:rsidP="00137D3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793EFD">
                                <w:rPr>
                                  <w:b/>
                                  <w:bCs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05"/>
                        <wps:cNvSpPr>
                          <a:spLocks noChangeArrowheads="1"/>
                        </wps:cNvSpPr>
                        <wps:spPr bwMode="auto">
                          <a:xfrm>
                            <a:off x="1325880" y="113665"/>
                            <a:ext cx="2657475" cy="562610"/>
                          </a:xfrm>
                          <a:prstGeom prst="wedgeRoundRectCallout">
                            <a:avLst>
                              <a:gd name="adj1" fmla="val -64625"/>
                              <a:gd name="adj2" fmla="val -2935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3837AC" w14:textId="77777777" w:rsidR="00137D3B" w:rsidRPr="008D58A7" w:rsidRDefault="00137D3B" w:rsidP="00137D3B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8D58A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我外型英俊，清秀而具才氣，是一位富家子弟。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5191760" y="449580"/>
                            <a:ext cx="1120140" cy="11385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9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5096510" y="393700"/>
                            <a:ext cx="381000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C6586" w14:textId="77777777" w:rsidR="00137D3B" w:rsidRPr="00793EFD" w:rsidRDefault="00137D3B" w:rsidP="00137D3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B.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08"/>
                        <wps:cNvSpPr>
                          <a:spLocks noChangeArrowheads="1"/>
                        </wps:cNvSpPr>
                        <wps:spPr bwMode="auto">
                          <a:xfrm>
                            <a:off x="2919095" y="827405"/>
                            <a:ext cx="2142490" cy="562610"/>
                          </a:xfrm>
                          <a:prstGeom prst="wedgeRoundRectCallout">
                            <a:avLst>
                              <a:gd name="adj1" fmla="val 64759"/>
                              <a:gd name="adj2" fmla="val -7065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8FADAF" w14:textId="77777777" w:rsidR="00137D3B" w:rsidRPr="008D58A7" w:rsidRDefault="00137D3B" w:rsidP="00137D3B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我臉上畫着黑色臉譜，代表我正直勇敢</w:t>
                              </w:r>
                              <w:r w:rsidRPr="008D58A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490" y="1504950"/>
                            <a:ext cx="1120140" cy="11379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2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160655" y="1504950"/>
                            <a:ext cx="381000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6D602" w14:textId="77777777" w:rsidR="00137D3B" w:rsidRPr="00793EFD" w:rsidRDefault="00137D3B" w:rsidP="00137D3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C.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211"/>
                        <wps:cNvSpPr>
                          <a:spLocks noChangeArrowheads="1"/>
                        </wps:cNvSpPr>
                        <wps:spPr bwMode="auto">
                          <a:xfrm>
                            <a:off x="1348740" y="1520190"/>
                            <a:ext cx="3235325" cy="605790"/>
                          </a:xfrm>
                          <a:prstGeom prst="wedgeRoundRectCallout">
                            <a:avLst>
                              <a:gd name="adj1" fmla="val -60833"/>
                              <a:gd name="adj2" fmla="val -12472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4CF6D9" w14:textId="77777777" w:rsidR="00137D3B" w:rsidRDefault="00137D3B" w:rsidP="00137D3B">
                              <w:pPr>
                                <w:widowControl/>
                                <w:snapToGrid w:val="0"/>
                                <w:ind w:left="85" w:right="85"/>
                                <w:rPr>
                                  <w:rFonts w:eastAsia="標楷體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 w:rsidRPr="008D58A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</w:t>
                              </w:r>
                              <w:r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樣子</w:t>
                              </w:r>
                              <w:r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美艷、</w:t>
                              </w:r>
                              <w:r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雍容華貴、温文而有藝術</w:t>
                              </w:r>
                              <w:r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氣質，是一位</w:t>
                              </w:r>
                              <w:r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  <w:lang w:eastAsia="zh-HK"/>
                                </w:rPr>
                                <w:t>貴妃</w:t>
                              </w:r>
                              <w:r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  <w:p w14:paraId="6DA6C0CA" w14:textId="77777777" w:rsidR="00137D3B" w:rsidRPr="008D58A7" w:rsidRDefault="00137D3B" w:rsidP="00137D3B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5144135" y="1878330"/>
                            <a:ext cx="1120140" cy="11385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5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5090160" y="1774190"/>
                            <a:ext cx="380365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EFD0B" w14:textId="77777777" w:rsidR="00137D3B" w:rsidRPr="00793EFD" w:rsidRDefault="00137D3B" w:rsidP="00137D3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D.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214"/>
                        <wps:cNvSpPr>
                          <a:spLocks noChangeArrowheads="1"/>
                        </wps:cNvSpPr>
                        <wps:spPr bwMode="auto">
                          <a:xfrm>
                            <a:off x="2906395" y="2304415"/>
                            <a:ext cx="2142490" cy="561340"/>
                          </a:xfrm>
                          <a:prstGeom prst="wedgeRoundRectCallout">
                            <a:avLst>
                              <a:gd name="adj1" fmla="val 64759"/>
                              <a:gd name="adj2" fmla="val -7069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7E6BFB" w14:textId="77777777" w:rsidR="00137D3B" w:rsidRPr="008D58A7" w:rsidRDefault="00137D3B" w:rsidP="00137D3B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我有</w:t>
                              </w:r>
                              <w:r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白頭髮</w:t>
                              </w:r>
                              <w:r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、白鬍子，</w:t>
                              </w:r>
                              <w:r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臉色</w:t>
                              </w:r>
                              <w:r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蒼白，年紀很大。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655" y="2933700"/>
                            <a:ext cx="1120140" cy="11379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8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10820" y="2933700"/>
                            <a:ext cx="381000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165FC" w14:textId="77777777" w:rsidR="00137D3B" w:rsidRPr="00793EFD" w:rsidRDefault="00137D3B" w:rsidP="00137D3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17"/>
                        <wps:cNvSpPr>
                          <a:spLocks noChangeArrowheads="1"/>
                        </wps:cNvSpPr>
                        <wps:spPr bwMode="auto">
                          <a:xfrm>
                            <a:off x="1398905" y="3016885"/>
                            <a:ext cx="3185160" cy="563245"/>
                          </a:xfrm>
                          <a:prstGeom prst="wedgeRoundRectCallout">
                            <a:avLst>
                              <a:gd name="adj1" fmla="val -61005"/>
                              <a:gd name="adj2" fmla="val -963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B23A4F" w14:textId="10A40535" w:rsidR="00137D3B" w:rsidRPr="008D58A7" w:rsidRDefault="00137D3B" w:rsidP="00137D3B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8D58A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</w:t>
                              </w:r>
                              <w:r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有兩道</w:t>
                              </w:r>
                              <w:proofErr w:type="gramStart"/>
                              <w:r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短眉，</w:t>
                              </w:r>
                              <w:proofErr w:type="gramEnd"/>
                              <w:r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鼻子上塗了</w:t>
                              </w:r>
                              <w:r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油彩，是一位</w:t>
                              </w:r>
                              <w:r w:rsidRPr="009B36DE"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詼諧、滑稽的</w:t>
                              </w:r>
                              <w:r>
                                <w:rPr>
                                  <w:rFonts w:eastAsia="標楷體" w:hint="eastAsia"/>
                                  <w:kern w:val="0"/>
                                  <w:sz w:val="28"/>
                                  <w:szCs w:val="28"/>
                                </w:rPr>
                                <w:t>小人物。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5115560" y="3247390"/>
                            <a:ext cx="1120140" cy="11385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1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5061585" y="3143250"/>
                            <a:ext cx="380365" cy="351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3A04C" w14:textId="77777777" w:rsidR="00137D3B" w:rsidRPr="00793EFD" w:rsidRDefault="00137D3B" w:rsidP="00137D3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220"/>
                        <wps:cNvSpPr>
                          <a:spLocks noChangeArrowheads="1"/>
                        </wps:cNvSpPr>
                        <wps:spPr bwMode="auto">
                          <a:xfrm>
                            <a:off x="2877820" y="3797300"/>
                            <a:ext cx="2142490" cy="561340"/>
                          </a:xfrm>
                          <a:prstGeom prst="wedgeRoundRectCallout">
                            <a:avLst>
                              <a:gd name="adj1" fmla="val 64759"/>
                              <a:gd name="adj2" fmla="val -9275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D954E8" w14:textId="77777777" w:rsidR="00137D3B" w:rsidRPr="008D58A7" w:rsidRDefault="00137D3B" w:rsidP="00137D3B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lang w:val="en-GB"/>
                                </w:rPr>
                                <w:t>我臉上畫着白色臉譜，十分奸詐陰險。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46D6CD0" id="畫布 201" o:spid="_x0000_s1066" editas="canvas" style="width:509.6pt;height:349.1pt;mso-position-horizontal-relative:char;mso-position-vertical-relative:line" coordsize="64719,44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">
                <v:shape id="_x0000_s1067" type="#_x0000_t75" style="position:absolute;width:64719;height:44335;visibility:visible;mso-wrap-style:square">
                  <v:fill o:detectmouseclick="t"/>
                  <v:path o:connecttype="none"/>
                </v:shape>
                <v:shape id="Picture 203" o:spid="_x0000_s1068" type="#_x0000_t75" style="position:absolute;left:876;top:971;width:11195;height:11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">
                  <v:imagedata r:id="rId10" o:title="" grayscale="t"/>
                </v:shape>
                <v:shape id="Text Box 204" o:spid="_x0000_s1069" type="#_x0000_t202" style="position:absolute;left:1377;top:971;width:3804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<v:textbox>
                    <w:txbxContent>
                      <w:p w14:paraId="74C69467" w14:textId="77777777" w:rsidR="00137D3B" w:rsidRPr="00793EFD" w:rsidRDefault="00137D3B" w:rsidP="00137D3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793EFD">
                          <w:rPr>
                            <w:b/>
                            <w:bCs/>
                          </w:rPr>
                          <w:t>A</w:t>
                        </w:r>
                        <w:r>
                          <w:rPr>
                            <w:b/>
                            <w:bCs/>
                          </w:rPr>
                          <w:t>.</w:t>
                        </w:r>
                      </w:p>
                    </w:txbxContent>
                  </v:textbox>
                </v:shape>
                <v:shape id="AutoShape 205" o:spid="_x0000_s1070" type="#_x0000_t62" style="position:absolute;left:13258;top:1136;width:26575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" adj="-3159,10166">
                  <v:textbox>
                    <w:txbxContent>
                      <w:p w14:paraId="013837AC" w14:textId="77777777" w:rsidR="00137D3B" w:rsidRPr="008D58A7" w:rsidRDefault="00137D3B" w:rsidP="00137D3B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8D58A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我外型英俊，清秀而具才氣，是一位富家子弟。</w:t>
                        </w:r>
                      </w:p>
                    </w:txbxContent>
                  </v:textbox>
                </v:shape>
                <v:shape id="Picture 206" o:spid="_x0000_s1071" type="#_x0000_t75" style="position:absolute;left:51917;top:4495;width:11202;height:1138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">
                  <v:imagedata r:id="rId11" o:title="" grayscale="t"/>
                </v:shape>
                <v:shape id="Text Box 207" o:spid="_x0000_s1072" type="#_x0000_t202" style="position:absolute;left:50965;top:3937;width:381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14:paraId="64BC6586" w14:textId="77777777" w:rsidR="00137D3B" w:rsidRPr="00793EFD" w:rsidRDefault="00137D3B" w:rsidP="00137D3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B.</w:t>
                        </w:r>
                      </w:p>
                    </w:txbxContent>
                  </v:textbox>
                </v:shape>
                <v:shape id="AutoShape 208" o:spid="_x0000_s1073" type="#_x0000_t62" style="position:absolute;left:29190;top:8274;width:21425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" adj="24788,-4461">
                  <v:textbox>
                    <w:txbxContent>
                      <w:p w14:paraId="2A8FADAF" w14:textId="77777777" w:rsidR="00137D3B" w:rsidRPr="008D58A7" w:rsidRDefault="00137D3B" w:rsidP="00137D3B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我臉上畫着黑色臉譜，代表我正直勇敢</w:t>
                        </w:r>
                        <w:r w:rsidRPr="008D58A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。</w:t>
                        </w:r>
                      </w:p>
                    </w:txbxContent>
                  </v:textbox>
                </v:shape>
                <v:shape id="Picture 209" o:spid="_x0000_s1074" type="#_x0000_t75" style="position:absolute;left:1104;top:15049;width:11202;height:11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">
                  <v:imagedata r:id="rId11" o:title="" grayscale="t"/>
                </v:shape>
                <v:shape id="Text Box 210" o:spid="_x0000_s1075" type="#_x0000_t202" style="position:absolute;left:1606;top:15049;width:3810;height:3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<v:textbox>
                    <w:txbxContent>
                      <w:p w14:paraId="6506D602" w14:textId="77777777" w:rsidR="00137D3B" w:rsidRPr="00793EFD" w:rsidRDefault="00137D3B" w:rsidP="00137D3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C.</w:t>
                        </w:r>
                      </w:p>
                    </w:txbxContent>
                  </v:textbox>
                </v:shape>
                <v:shape id="AutoShape 211" o:spid="_x0000_s1076" type="#_x0000_t62" style="position:absolute;left:13487;top:15201;width:32353;height:6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" adj="-2340,8106">
                  <v:textbox>
                    <w:txbxContent>
                      <w:p w14:paraId="524CF6D9" w14:textId="77777777" w:rsidR="00137D3B" w:rsidRDefault="00137D3B" w:rsidP="00137D3B">
                        <w:pPr>
                          <w:widowControl/>
                          <w:snapToGrid w:val="0"/>
                          <w:ind w:left="85" w:right="85"/>
                          <w:rPr>
                            <w:rFonts w:eastAsia="標楷體"/>
                            <w:kern w:val="0"/>
                            <w:sz w:val="28"/>
                            <w:szCs w:val="28"/>
                          </w:rPr>
                        </w:pPr>
                        <w:r w:rsidRPr="008D58A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</w:t>
                        </w:r>
                        <w:r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樣子</w:t>
                        </w:r>
                        <w:r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美艷、</w:t>
                        </w:r>
                        <w:r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雍容華貴、温文而有藝術</w:t>
                        </w:r>
                        <w:r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氣質，是一位</w:t>
                        </w:r>
                        <w:r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  <w:lang w:eastAsia="zh-HK"/>
                          </w:rPr>
                          <w:t>貴妃</w:t>
                        </w:r>
                        <w:r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。</w:t>
                        </w:r>
                      </w:p>
                      <w:p w14:paraId="6DA6C0CA" w14:textId="77777777" w:rsidR="00137D3B" w:rsidRPr="008D58A7" w:rsidRDefault="00137D3B" w:rsidP="00137D3B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Picture 212" o:spid="_x0000_s1077" type="#_x0000_t75" style="position:absolute;left:51441;top:18783;width:11201;height:1138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">
                  <v:imagedata r:id="rId11" o:title="" grayscale="t"/>
                </v:shape>
                <v:shape id="Text Box 213" o:spid="_x0000_s1078" type="#_x0000_t202" style="position:absolute;left:50901;top:17741;width:3804;height:3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<v:textbox>
                    <w:txbxContent>
                      <w:p w14:paraId="313EFD0B" w14:textId="77777777" w:rsidR="00137D3B" w:rsidRPr="00793EFD" w:rsidRDefault="00137D3B" w:rsidP="00137D3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D.</w:t>
                        </w:r>
                      </w:p>
                    </w:txbxContent>
                  </v:textbox>
                </v:shape>
                <v:shape id="AutoShape 214" o:spid="_x0000_s1079" type="#_x0000_t62" style="position:absolute;left:29063;top:23044;width:21425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" adj="24788,-4471">
                  <v:textbox>
                    <w:txbxContent>
                      <w:p w14:paraId="587E6BFB" w14:textId="77777777" w:rsidR="00137D3B" w:rsidRPr="008D58A7" w:rsidRDefault="00137D3B" w:rsidP="00137D3B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我有</w:t>
                        </w:r>
                        <w:r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白頭髮</w:t>
                        </w:r>
                        <w:r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、白鬍子，</w:t>
                        </w:r>
                        <w:r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臉色</w:t>
                        </w:r>
                        <w:r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蒼白，年紀很大。</w:t>
                        </w:r>
                      </w:p>
                    </w:txbxContent>
                  </v:textbox>
                </v:shape>
                <v:shape id="Picture 215" o:spid="_x0000_s1080" type="#_x0000_t75" style="position:absolute;left:1606;top:29337;width:11201;height:11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">
                  <v:imagedata r:id="rId11" o:title="" grayscale="t"/>
                </v:shape>
                <v:shape id="Text Box 216" o:spid="_x0000_s1081" type="#_x0000_t202" style="position:absolute;left:2108;top:29337;width:381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<v:textbox>
                    <w:txbxContent>
                      <w:p w14:paraId="050165FC" w14:textId="77777777" w:rsidR="00137D3B" w:rsidRPr="00793EFD" w:rsidRDefault="00137D3B" w:rsidP="00137D3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E.</w:t>
                        </w:r>
                      </w:p>
                    </w:txbxContent>
                  </v:textbox>
                </v:shape>
                <v:shape id="AutoShape 217" o:spid="_x0000_s1082" type="#_x0000_t62" style="position:absolute;left:13989;top:30168;width:31851;height:5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" adj="-2377,8718">
                  <v:textbox>
                    <w:txbxContent>
                      <w:p w14:paraId="21B23A4F" w14:textId="10A40535" w:rsidR="00137D3B" w:rsidRPr="008D58A7" w:rsidRDefault="00137D3B" w:rsidP="00137D3B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8D58A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</w:t>
                        </w:r>
                        <w:r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有兩道</w:t>
                        </w:r>
                        <w:proofErr w:type="gramStart"/>
                        <w:r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短眉，</w:t>
                        </w:r>
                        <w:proofErr w:type="gramEnd"/>
                        <w:r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鼻子上塗了</w:t>
                        </w:r>
                        <w:r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油彩，是一位</w:t>
                        </w:r>
                        <w:r w:rsidRPr="009B36DE"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詼諧、滑稽的</w:t>
                        </w:r>
                        <w:r>
                          <w:rPr>
                            <w:rFonts w:eastAsia="標楷體" w:hint="eastAsia"/>
                            <w:kern w:val="0"/>
                            <w:sz w:val="28"/>
                            <w:szCs w:val="28"/>
                          </w:rPr>
                          <w:t>小人物。</w:t>
                        </w:r>
                      </w:p>
                    </w:txbxContent>
                  </v:textbox>
                </v:shape>
                <v:shape id="Picture 218" o:spid="_x0000_s1083" type="#_x0000_t75" style="position:absolute;left:51155;top:32473;width:11202;height:1138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">
                  <v:imagedata r:id="rId11" o:title="" grayscale="t"/>
                </v:shape>
                <v:shape id="Text Box 219" o:spid="_x0000_s1084" type="#_x0000_t202" style="position:absolute;left:50615;top:31432;width:3804;height:3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<v:textbox>
                    <w:txbxContent>
                      <w:p w14:paraId="4D73A04C" w14:textId="77777777" w:rsidR="00137D3B" w:rsidRPr="00793EFD" w:rsidRDefault="00137D3B" w:rsidP="00137D3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F.</w:t>
                        </w:r>
                      </w:p>
                    </w:txbxContent>
                  </v:textbox>
                </v:shape>
                <v:shape id="AutoShape 220" o:spid="_x0000_s1085" type="#_x0000_t62" style="position:absolute;left:28778;top:37973;width:21425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" adj="24788,-9236">
                  <v:textbox>
                    <w:txbxContent>
                      <w:p w14:paraId="67D954E8" w14:textId="77777777" w:rsidR="00137D3B" w:rsidRPr="008D58A7" w:rsidRDefault="00137D3B" w:rsidP="00137D3B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lang w:val="en-GB"/>
                          </w:rPr>
                          <w:t>我臉上畫着白色臉譜，十分奸詐陰險。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BD82123" w14:textId="0AD9AC8F" w:rsidR="00137D3B" w:rsidRPr="00474508" w:rsidRDefault="00A923E8" w:rsidP="00137D3B">
      <w:pPr>
        <w:rPr>
          <w:vanish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5977CAB" wp14:editId="4C83C3FD">
                <wp:simplePos x="0" y="0"/>
                <wp:positionH relativeFrom="column">
                  <wp:posOffset>1999615</wp:posOffset>
                </wp:positionH>
                <wp:positionV relativeFrom="paragraph">
                  <wp:posOffset>2337452</wp:posOffset>
                </wp:positionV>
                <wp:extent cx="791845" cy="226695"/>
                <wp:effectExtent l="0" t="0" r="8255" b="1905"/>
                <wp:wrapNone/>
                <wp:docPr id="6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C45CE" w14:textId="5179F3AA" w:rsidR="00E20C4A" w:rsidRDefault="00E20C4A" w:rsidP="00E20C4A">
                            <w:pPr>
                              <w:pStyle w:val="BannerText"/>
                              <w:rPr>
                                <w:sz w:val="3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7 </w:t>
                            </w:r>
                            <w:r>
                              <w:t>–</w:t>
                            </w:r>
                            <w:r>
                              <w:rPr>
                                <w:rFonts w:hint="eastAsia"/>
                              </w:rPr>
                              <w:t xml:space="preserve"> 1</w:t>
                            </w:r>
                            <w:r w:rsidR="00137D3B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77CAB" id="Text Box 158" o:spid="_x0000_s1086" type="#_x0000_t202" style="position:absolute;margin-left:157.45pt;margin-top:184.05pt;width:62.35pt;height:17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" filled="f" stroked="f">
                <v:textbox inset="0,0,0,0">
                  <w:txbxContent>
                    <w:p w14:paraId="5D1C45CE" w14:textId="5179F3AA" w:rsidR="00E20C4A" w:rsidRDefault="00E20C4A" w:rsidP="00E20C4A">
                      <w:pPr>
                        <w:pStyle w:val="BannerText"/>
                        <w:rPr>
                          <w:sz w:val="30"/>
                        </w:rPr>
                      </w:pPr>
                      <w:r>
                        <w:rPr>
                          <w:rFonts w:hint="eastAsia"/>
                        </w:rPr>
                        <w:t xml:space="preserve">7 </w:t>
                      </w:r>
                      <w:r>
                        <w:t>–</w:t>
                      </w:r>
                      <w:r>
                        <w:rPr>
                          <w:rFonts w:hint="eastAsia"/>
                        </w:rPr>
                        <w:t xml:space="preserve"> 1</w:t>
                      </w:r>
                      <w:r w:rsidR="00137D3B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F96977F" wp14:editId="58AD9B24">
                <wp:simplePos x="0" y="0"/>
                <wp:positionH relativeFrom="column">
                  <wp:posOffset>232410</wp:posOffset>
                </wp:positionH>
                <wp:positionV relativeFrom="paragraph">
                  <wp:posOffset>2385077</wp:posOffset>
                </wp:positionV>
                <wp:extent cx="661035" cy="226695"/>
                <wp:effectExtent l="0" t="0" r="5715" b="1905"/>
                <wp:wrapNone/>
                <wp:docPr id="7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2C17F" w14:textId="77777777" w:rsidR="00E20C4A" w:rsidRDefault="00E20C4A" w:rsidP="00E20C4A">
                            <w:pPr>
                              <w:pStyle w:val="BannerText"/>
                              <w:rPr>
                                <w:sz w:val="3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0 </w:t>
                            </w:r>
                            <w:r>
                              <w:t>–</w:t>
                            </w:r>
                            <w:r>
                              <w:rPr>
                                <w:rFonts w:hint="eastAsia"/>
                              </w:rPr>
                              <w:t xml:space="preserve"> 6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6977F" id="Text Box 157" o:spid="_x0000_s1087" type="#_x0000_t202" style="position:absolute;margin-left:18.3pt;margin-top:187.8pt;width:52.05pt;height:17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" filled="f" stroked="f">
                <v:textbox inset="0,0,0,0">
                  <w:txbxContent>
                    <w:p w14:paraId="70D2C17F" w14:textId="77777777" w:rsidR="00E20C4A" w:rsidRDefault="00E20C4A" w:rsidP="00E20C4A">
                      <w:pPr>
                        <w:pStyle w:val="BannerText"/>
                        <w:rPr>
                          <w:sz w:val="30"/>
                        </w:rPr>
                      </w:pPr>
                      <w:r>
                        <w:rPr>
                          <w:rFonts w:hint="eastAsia"/>
                        </w:rPr>
                        <w:t xml:space="preserve">0 </w:t>
                      </w:r>
                      <w:r>
                        <w:t>–</w:t>
                      </w:r>
                      <w:r>
                        <w:rPr>
                          <w:rFonts w:hint="eastAsia"/>
                        </w:rPr>
                        <w:t xml:space="preserve"> 6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 w:rsidR="005B27B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F3EA1C7" wp14:editId="7B5F0604">
                <wp:simplePos x="0" y="0"/>
                <wp:positionH relativeFrom="column">
                  <wp:posOffset>5658485</wp:posOffset>
                </wp:positionH>
                <wp:positionV relativeFrom="paragraph">
                  <wp:posOffset>2383327</wp:posOffset>
                </wp:positionV>
                <wp:extent cx="354330" cy="226695"/>
                <wp:effectExtent l="0" t="0" r="0" b="0"/>
                <wp:wrapNone/>
                <wp:docPr id="13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1357A" w14:textId="112A7BB3" w:rsidR="00E20C4A" w:rsidRDefault="00100AFF" w:rsidP="00E20C4A">
                            <w:pPr>
                              <w:pStyle w:val="Numb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137D3B"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EA1C7" id="Text Box 156" o:spid="_x0000_s1088" type="#_x0000_t202" style="position:absolute;margin-left:445.55pt;margin-top:187.65pt;width:27.9pt;height:17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" filled="f" stroked="f">
                <v:textbox inset="0,0,0,0">
                  <w:txbxContent>
                    <w:p w14:paraId="6051357A" w14:textId="112A7BB3" w:rsidR="00E20C4A" w:rsidRDefault="00100AFF" w:rsidP="00E20C4A">
                      <w:pPr>
                        <w:pStyle w:val="Number"/>
                      </w:pPr>
                      <w:r>
                        <w:rPr>
                          <w:rFonts w:hint="eastAsia"/>
                        </w:rPr>
                        <w:t>1</w:t>
                      </w:r>
                      <w:r w:rsidR="00137D3B"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B27B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AC4A916" wp14:editId="5BBD93D5">
                <wp:simplePos x="0" y="0"/>
                <wp:positionH relativeFrom="column">
                  <wp:posOffset>3530291</wp:posOffset>
                </wp:positionH>
                <wp:positionV relativeFrom="paragraph">
                  <wp:posOffset>2359952</wp:posOffset>
                </wp:positionV>
                <wp:extent cx="732790" cy="226695"/>
                <wp:effectExtent l="0" t="0" r="0" b="0"/>
                <wp:wrapNone/>
                <wp:docPr id="5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18A17" w14:textId="3EC8CC21" w:rsidR="00E20C4A" w:rsidRDefault="00E20C4A" w:rsidP="00E20C4A">
                            <w:pPr>
                              <w:pStyle w:val="BannerText"/>
                              <w:rPr>
                                <w:sz w:val="3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100AFF"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t>–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100AFF">
                              <w:rPr>
                                <w:rFonts w:hint="eastAsia"/>
                              </w:rPr>
                              <w:t>1</w:t>
                            </w:r>
                            <w:r w:rsidR="00137D3B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4A916" id="Text Box 159" o:spid="_x0000_s1089" type="#_x0000_t202" style="position:absolute;margin-left:278pt;margin-top:185.8pt;width:57.7pt;height:17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" filled="f" stroked="f">
                <v:textbox inset="0,0,0,0">
                  <w:txbxContent>
                    <w:p w14:paraId="30218A17" w14:textId="3EC8CC21" w:rsidR="00E20C4A" w:rsidRDefault="00E20C4A" w:rsidP="00E20C4A">
                      <w:pPr>
                        <w:pStyle w:val="BannerText"/>
                        <w:rPr>
                          <w:sz w:val="30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 w:rsidR="00100AFF">
                        <w:rPr>
                          <w:rFonts w:hint="eastAsia"/>
                        </w:rPr>
                        <w:t>0</w:t>
                      </w:r>
                      <w:r>
                        <w:t>–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="00100AFF">
                        <w:rPr>
                          <w:rFonts w:hint="eastAsia"/>
                        </w:rPr>
                        <w:t>1</w:t>
                      </w:r>
                      <w:r w:rsidR="00137D3B"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 w:rsidR="00147B0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F166F9D" wp14:editId="17F64FFA">
                <wp:simplePos x="0" y="0"/>
                <wp:positionH relativeFrom="column">
                  <wp:posOffset>91440</wp:posOffset>
                </wp:positionH>
                <wp:positionV relativeFrom="paragraph">
                  <wp:posOffset>2805430</wp:posOffset>
                </wp:positionV>
                <wp:extent cx="6124575" cy="183515"/>
                <wp:effectExtent l="0" t="0" r="0" b="0"/>
                <wp:wrapNone/>
                <wp:docPr id="4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8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6F8A7" w14:textId="77777777" w:rsidR="00E20C4A" w:rsidRDefault="00E20C4A" w:rsidP="00E20C4A">
                            <w:pPr>
                              <w:pStyle w:val="TG"/>
                              <w:ind w:left="1200" w:hangingChars="500" w:hanging="1200"/>
                            </w:pPr>
                            <w:r>
                              <w:rPr>
                                <w:rFonts w:hint="eastAsia"/>
                              </w:rPr>
                              <w:t>教學建議：可配合活動</w:t>
                            </w:r>
                            <w:r>
                              <w:t>2</w:t>
                            </w:r>
                            <w:r w:rsidR="00952DED">
                              <w:t>(</w:t>
                            </w:r>
                            <w:r>
                              <w:t>a</w:t>
                            </w:r>
                            <w:r w:rsidR="00952DED"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，讓學生在課堂</w:t>
                            </w:r>
                            <w:r w:rsidR="00952DED">
                              <w:rPr>
                                <w:rFonts w:hint="eastAsia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</w:rPr>
                              <w:t>完成此工作紙，</w:t>
                            </w:r>
                            <w:r w:rsidR="00474508">
                              <w:rPr>
                                <w:rFonts w:hint="eastAsia"/>
                              </w:rPr>
                              <w:t>鞏固他們對不同行當的認識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66F9D" id="Text Box 161" o:spid="_x0000_s1090" type="#_x0000_t202" style="position:absolute;margin-left:7.2pt;margin-top:220.9pt;width:482.25pt;height:14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" filled="f" stroked="f">
                <v:textbox inset="0,0,0,0">
                  <w:txbxContent>
                    <w:p w14:paraId="00F6F8A7" w14:textId="77777777" w:rsidR="00E20C4A" w:rsidRDefault="00E20C4A" w:rsidP="00E20C4A">
                      <w:pPr>
                        <w:pStyle w:val="TG"/>
                        <w:ind w:left="1200" w:hangingChars="500" w:hanging="1200"/>
                      </w:pPr>
                      <w:r>
                        <w:rPr>
                          <w:rFonts w:hint="eastAsia"/>
                        </w:rPr>
                        <w:t>教學建議：可配合活動</w:t>
                      </w:r>
                      <w:r>
                        <w:t>2</w:t>
                      </w:r>
                      <w:r w:rsidR="00952DED">
                        <w:t>(</w:t>
                      </w:r>
                      <w:r>
                        <w:t>a</w:t>
                      </w:r>
                      <w:r w:rsidR="00952DED">
                        <w:t>)</w:t>
                      </w:r>
                      <w:r>
                        <w:rPr>
                          <w:rFonts w:hint="eastAsia"/>
                        </w:rPr>
                        <w:t>，讓學生在課堂</w:t>
                      </w:r>
                      <w:r w:rsidR="00952DED">
                        <w:rPr>
                          <w:rFonts w:hint="eastAsia"/>
                        </w:rPr>
                        <w:t>後</w:t>
                      </w:r>
                      <w:r>
                        <w:rPr>
                          <w:rFonts w:hint="eastAsia"/>
                        </w:rPr>
                        <w:t>完成此工作紙，</w:t>
                      </w:r>
                      <w:r w:rsidR="00474508">
                        <w:rPr>
                          <w:rFonts w:hint="eastAsia"/>
                        </w:rPr>
                        <w:t>鞏固他們對不同行當的認識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397210D" w14:textId="170D859E" w:rsidR="00E20C4A" w:rsidRPr="00E20C4A" w:rsidRDefault="00E20C4A" w:rsidP="00E20C4A">
      <w:pPr>
        <w:rPr>
          <w:rFonts w:eastAsia="標楷體"/>
          <w:vanish/>
          <w:kern w:val="0"/>
          <w:sz w:val="34"/>
          <w:szCs w:val="20"/>
        </w:rPr>
      </w:pPr>
    </w:p>
    <w:p w14:paraId="52A8AF53" w14:textId="7E81608F" w:rsidR="00E20C4A" w:rsidRDefault="009F0363" w:rsidP="00E20C4A">
      <w:pPr>
        <w:pStyle w:val="BodyText01"/>
        <w:spacing w:afterLines="100" w:after="36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 wp14:anchorId="60D12370" wp14:editId="1AC95C4C">
                <wp:simplePos x="0" y="0"/>
                <wp:positionH relativeFrom="column">
                  <wp:posOffset>-261620</wp:posOffset>
                </wp:positionH>
                <wp:positionV relativeFrom="paragraph">
                  <wp:posOffset>2103120</wp:posOffset>
                </wp:positionV>
                <wp:extent cx="2552700" cy="304800"/>
                <wp:effectExtent l="0" t="0" r="0" b="0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7B7B6" w14:textId="77777777" w:rsidR="00E20C4A" w:rsidRDefault="00E20C4A" w:rsidP="00E20C4A">
                            <w:pPr>
                              <w:pStyle w:val="Sub-HeadText01"/>
                            </w:pPr>
                            <w:r>
                              <w:rPr>
                                <w:rFonts w:hint="eastAsia"/>
                              </w:rPr>
                              <w:t>成績指標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12370" id="Text Box 160" o:spid="_x0000_s1091" type="#_x0000_t202" style="position:absolute;margin-left:-20.6pt;margin-top:165.6pt;width:201pt;height:2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" filled="f" stroked="f">
                <v:textbox inset="0,0,0,0">
                  <w:txbxContent>
                    <w:p w14:paraId="3537B7B6" w14:textId="77777777" w:rsidR="00E20C4A" w:rsidRDefault="00E20C4A" w:rsidP="00E20C4A">
                      <w:pPr>
                        <w:pStyle w:val="Sub-HeadText01"/>
                      </w:pPr>
                      <w:r>
                        <w:rPr>
                          <w:rFonts w:hint="eastAsia"/>
                        </w:rPr>
                        <w:t>成績指標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24958DA" wp14:editId="6CF95F4C">
            <wp:extent cx="6162675" cy="695325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0C4A" w:rsidSect="001451ED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1906" w:h="16838" w:code="9"/>
      <w:pgMar w:top="2268" w:right="851" w:bottom="851" w:left="1418" w:header="0" w:footer="284" w:gutter="0"/>
      <w:pgNumType w:start="4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CA0D3" w14:textId="77777777" w:rsidR="006255AB" w:rsidRDefault="006255AB">
      <w:pPr>
        <w:pStyle w:val="a6"/>
        <w:framePr w:wrap="around"/>
      </w:pPr>
      <w:r>
        <w:separator/>
      </w:r>
    </w:p>
  </w:endnote>
  <w:endnote w:type="continuationSeparator" w:id="0">
    <w:p w14:paraId="7B881A2B" w14:textId="77777777" w:rsidR="006255AB" w:rsidRDefault="006255AB">
      <w:pPr>
        <w:pStyle w:val="a6"/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4D4E7" w14:textId="77777777" w:rsidR="009D692A" w:rsidRDefault="009D692A">
    <w:pPr>
      <w:pStyle w:val="a4"/>
      <w:tabs>
        <w:tab w:val="clear" w:pos="4153"/>
        <w:tab w:val="clear" w:pos="8306"/>
        <w:tab w:val="right" w:pos="9639"/>
      </w:tabs>
    </w:pPr>
    <w:r>
      <w:rPr>
        <w:rStyle w:val="a7"/>
        <w:position w:val="-18"/>
      </w:rPr>
      <w:tab/>
    </w:r>
    <w:r>
      <w:rPr>
        <w:rStyle w:val="a7"/>
        <w:rFonts w:ascii="新細明體" w:hAnsi="新細明體" w:hint="eastAsia"/>
        <w:b w:val="0"/>
        <w:bCs/>
        <w:sz w:val="20"/>
      </w:rPr>
      <w:t>©</w:t>
    </w:r>
    <w:r>
      <w:rPr>
        <w:rStyle w:val="a7"/>
        <w:rFonts w:ascii="新細明體" w:hAnsi="新細明體" w:hint="eastAsia"/>
        <w:b w:val="0"/>
        <w:bCs/>
        <w:sz w:val="20"/>
      </w:rPr>
      <w:t>培生教育出版亞洲有限公司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82B5A" w14:textId="77777777" w:rsidR="009D692A" w:rsidRDefault="009D692A">
    <w:pPr>
      <w:pStyle w:val="a4"/>
      <w:tabs>
        <w:tab w:val="clear" w:pos="4153"/>
        <w:tab w:val="clear" w:pos="8306"/>
        <w:tab w:val="right" w:pos="9639"/>
      </w:tabs>
    </w:pPr>
    <w:r>
      <w:rPr>
        <w:rStyle w:val="a7"/>
        <w:position w:val="-18"/>
      </w:rPr>
      <w:tab/>
    </w:r>
    <w:r>
      <w:rPr>
        <w:rStyle w:val="a7"/>
        <w:rFonts w:ascii="新細明體" w:hAnsi="新細明體" w:hint="eastAsia"/>
        <w:b w:val="0"/>
        <w:bCs/>
        <w:sz w:val="20"/>
      </w:rPr>
      <w:t>©培生教育出版亞洲有限公司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282E0" w14:textId="77777777" w:rsidR="006255AB" w:rsidRDefault="006255AB">
      <w:pPr>
        <w:pStyle w:val="a6"/>
        <w:framePr w:wrap="around"/>
      </w:pPr>
      <w:r>
        <w:separator/>
      </w:r>
    </w:p>
  </w:footnote>
  <w:footnote w:type="continuationSeparator" w:id="0">
    <w:p w14:paraId="4023A16A" w14:textId="77777777" w:rsidR="006255AB" w:rsidRDefault="006255AB">
      <w:pPr>
        <w:pStyle w:val="a6"/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A0377" w14:textId="3D3598EA" w:rsidR="00F87AFD" w:rsidRDefault="00F87AFD" w:rsidP="00F87AFD">
    <w:pPr>
      <w:pStyle w:val="Banner0"/>
      <w:framePr w:wrap="around" w:x="638" w:y="339"/>
    </w:pPr>
  </w:p>
  <w:p w14:paraId="0513C6E6" w14:textId="77777777" w:rsidR="009D692A" w:rsidRDefault="009D692A" w:rsidP="00F87AFD">
    <w:pPr>
      <w:pStyle w:val="Banner0"/>
      <w:framePr w:wrap="around" w:y="428"/>
    </w:pPr>
  </w:p>
  <w:p w14:paraId="772BEF82" w14:textId="77777777" w:rsidR="00CB13E4" w:rsidRDefault="00CB13E4" w:rsidP="002F2EEA">
    <w:pPr>
      <w:pStyle w:val="a6"/>
      <w:framePr w:w="2643" w:h="323" w:hSpace="181" w:wrap="around" w:vAnchor="text" w:x="435" w:y="1141" w:anchorLock="1"/>
    </w:pPr>
    <w:r>
      <w:rPr>
        <w:rFonts w:hint="eastAsia"/>
      </w:rPr>
      <w:t>單元四　粵劇入門（一）</w:t>
    </w:r>
  </w:p>
  <w:p w14:paraId="4A0AE7CE" w14:textId="29B75368" w:rsidR="009D692A" w:rsidRDefault="00A51C2C">
    <w:pPr>
      <w:pStyle w:val="a3"/>
      <w:ind w:left="-851"/>
    </w:pPr>
    <w:r>
      <w:rPr>
        <w:noProof/>
      </w:rPr>
      <w:drawing>
        <wp:anchor distT="0" distB="0" distL="114300" distR="114300" simplePos="0" relativeHeight="251658752" behindDoc="0" locked="0" layoutInCell="1" allowOverlap="1" wp14:anchorId="4CC80562" wp14:editId="613F0996">
          <wp:simplePos x="0" y="0"/>
          <wp:positionH relativeFrom="column">
            <wp:posOffset>-141622</wp:posOffset>
          </wp:positionH>
          <wp:positionV relativeFrom="paragraph">
            <wp:posOffset>219075</wp:posOffset>
          </wp:positionV>
          <wp:extent cx="447675" cy="361950"/>
          <wp:effectExtent l="0" t="0" r="9525" b="0"/>
          <wp:wrapNone/>
          <wp:docPr id="170" name="圖片 1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2EEA">
      <w:rPr>
        <w:noProof/>
      </w:rPr>
      <w:drawing>
        <wp:anchor distT="0" distB="0" distL="114300" distR="114300" simplePos="0" relativeHeight="251656703" behindDoc="1" locked="0" layoutInCell="1" allowOverlap="1" wp14:anchorId="3B6EA3C4" wp14:editId="3E98ADB1">
          <wp:simplePos x="0" y="0"/>
          <wp:positionH relativeFrom="column">
            <wp:posOffset>-530860</wp:posOffset>
          </wp:positionH>
          <wp:positionV relativeFrom="paragraph">
            <wp:posOffset>-9525</wp:posOffset>
          </wp:positionV>
          <wp:extent cx="7562850" cy="1362075"/>
          <wp:effectExtent l="0" t="0" r="0" b="9525"/>
          <wp:wrapNone/>
          <wp:docPr id="169" name="圖片 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38273" w14:textId="77777777" w:rsidR="00E20C4A" w:rsidRDefault="00E20C4A" w:rsidP="00E20C4A">
    <w:pPr>
      <w:pStyle w:val="Banner0"/>
      <w:framePr w:wrap="around" w:y="1"/>
    </w:pPr>
  </w:p>
  <w:p w14:paraId="64C06BA3" w14:textId="77777777" w:rsidR="00E20C4A" w:rsidRDefault="00E20C4A" w:rsidP="00583E12">
    <w:pPr>
      <w:pStyle w:val="a6"/>
      <w:framePr w:wrap="around" w:vAnchor="page" w:x="481" w:y="1126"/>
    </w:pPr>
    <w:r>
      <w:rPr>
        <w:rFonts w:hint="eastAsia"/>
      </w:rPr>
      <w:t>單元四　粵劇入門（一）</w:t>
    </w:r>
  </w:p>
  <w:p w14:paraId="44EE41C7" w14:textId="2565549F" w:rsidR="00E20C4A" w:rsidRDefault="00E20C4A" w:rsidP="00E20C4A">
    <w:pPr>
      <w:pStyle w:val="Banner0"/>
      <w:framePr w:wrap="around" w:y="303"/>
    </w:pPr>
  </w:p>
  <w:p w14:paraId="035E48E9" w14:textId="28FBF496" w:rsidR="009D692A" w:rsidRDefault="00583E12" w:rsidP="000C0095">
    <w:pPr>
      <w:pStyle w:val="a3"/>
      <w:ind w:left="-709"/>
    </w:pPr>
    <w:r>
      <w:rPr>
        <w:noProof/>
      </w:rPr>
      <w:drawing>
        <wp:anchor distT="0" distB="0" distL="114300" distR="114300" simplePos="0" relativeHeight="251659776" behindDoc="1" locked="0" layoutInCell="1" allowOverlap="1" wp14:anchorId="335244B2" wp14:editId="5ECDC57A">
          <wp:simplePos x="0" y="0"/>
          <wp:positionH relativeFrom="column">
            <wp:posOffset>-888365</wp:posOffset>
          </wp:positionH>
          <wp:positionV relativeFrom="paragraph">
            <wp:posOffset>-9525</wp:posOffset>
          </wp:positionV>
          <wp:extent cx="7562850" cy="1362075"/>
          <wp:effectExtent l="0" t="0" r="0" b="9525"/>
          <wp:wrapNone/>
          <wp:docPr id="171" name="圖片 1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55048681" wp14:editId="0EDB3A28">
          <wp:simplePos x="0" y="0"/>
          <wp:positionH relativeFrom="column">
            <wp:posOffset>-459740</wp:posOffset>
          </wp:positionH>
          <wp:positionV relativeFrom="paragraph">
            <wp:posOffset>190500</wp:posOffset>
          </wp:positionV>
          <wp:extent cx="447675" cy="361950"/>
          <wp:effectExtent l="0" t="0" r="9525" b="0"/>
          <wp:wrapNone/>
          <wp:docPr id="172" name="圖片 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F036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B0EA46D" wp14:editId="3BCC8F0F">
              <wp:simplePos x="0" y="0"/>
              <wp:positionH relativeFrom="column">
                <wp:posOffset>5305425</wp:posOffset>
              </wp:positionH>
              <wp:positionV relativeFrom="paragraph">
                <wp:posOffset>1428750</wp:posOffset>
              </wp:positionV>
              <wp:extent cx="833120" cy="365125"/>
              <wp:effectExtent l="0" t="0" r="0" b="0"/>
              <wp:wrapNone/>
              <wp:docPr id="1" name="AutoShap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33120" cy="3651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65EF88" w14:textId="77777777" w:rsidR="009D692A" w:rsidRDefault="009D692A">
                          <w:pPr>
                            <w:pStyle w:val="Title01"/>
                            <w:spacing w:afterLines="0" w:after="0"/>
                            <w:rPr>
                              <w:color w:val="FFFFFF"/>
                              <w:sz w:val="40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40"/>
                            </w:rPr>
                            <w:t>教師版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B0EA46D" id="AutoShape 25" o:spid="_x0000_s1092" style="position:absolute;left:0;text-align:left;margin-left:417.75pt;margin-top:112.5pt;width:65.6pt;height:2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" fillcolor="gray" stroked="f">
              <v:textbox inset="0,0,0,0">
                <w:txbxContent>
                  <w:p w14:paraId="3165EF88" w14:textId="77777777" w:rsidR="009D692A" w:rsidRDefault="009D692A">
                    <w:pPr>
                      <w:pStyle w:val="Title01"/>
                      <w:spacing w:afterLines="0" w:after="0"/>
                      <w:rPr>
                        <w:color w:val="FFFFFF"/>
                        <w:sz w:val="40"/>
                      </w:rPr>
                    </w:pPr>
                    <w:r>
                      <w:rPr>
                        <w:rFonts w:hint="eastAsia"/>
                        <w:color w:val="FFFFFF"/>
                        <w:sz w:val="40"/>
                      </w:rPr>
                      <w:t>教師版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D1E06"/>
    <w:multiLevelType w:val="hybridMultilevel"/>
    <w:tmpl w:val="876E26C4"/>
    <w:lvl w:ilvl="0" w:tplc="9F169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0747F4A"/>
    <w:multiLevelType w:val="hybridMultilevel"/>
    <w:tmpl w:val="FF66A0EC"/>
    <w:lvl w:ilvl="0" w:tplc="AB128290">
      <w:start w:val="1"/>
      <w:numFmt w:val="decimal"/>
      <w:pStyle w:val="BodyText02"/>
      <w:lvlText w:val="%1."/>
      <w:lvlJc w:val="left"/>
      <w:pPr>
        <w:tabs>
          <w:tab w:val="num" w:pos="454"/>
        </w:tabs>
        <w:ind w:left="454" w:hanging="454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4D8A6DF8"/>
    <w:multiLevelType w:val="hybridMultilevel"/>
    <w:tmpl w:val="E5406AF4"/>
    <w:lvl w:ilvl="0" w:tplc="3A6A3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97B0688"/>
    <w:multiLevelType w:val="hybridMultilevel"/>
    <w:tmpl w:val="637E32E6"/>
    <w:lvl w:ilvl="0" w:tplc="3A6A3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C3D4825"/>
    <w:multiLevelType w:val="hybridMultilevel"/>
    <w:tmpl w:val="02B07C00"/>
    <w:lvl w:ilvl="0" w:tplc="B55C3BC2">
      <w:start w:val="2"/>
      <w:numFmt w:val="taiwaneseCountingThousand"/>
      <w:lvlText w:val="（%1）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4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mirrorMargins/>
  <w:bordersDoNotSurroundHeader/>
  <w:bordersDoNotSurroundFooter/>
  <w:proofState w:spelling="clean" w:grammar="clean"/>
  <w:attachedTemplate r:id="rId1"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7169">
      <o:colormru v:ext="edit" colors="#d9d9d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07"/>
    <w:rsid w:val="000005B5"/>
    <w:rsid w:val="00004CDE"/>
    <w:rsid w:val="0000580D"/>
    <w:rsid w:val="000204C5"/>
    <w:rsid w:val="00024890"/>
    <w:rsid w:val="000434EF"/>
    <w:rsid w:val="000568D8"/>
    <w:rsid w:val="00086200"/>
    <w:rsid w:val="000C0095"/>
    <w:rsid w:val="000C09DC"/>
    <w:rsid w:val="000D67BD"/>
    <w:rsid w:val="000E2B1F"/>
    <w:rsid w:val="00100AFF"/>
    <w:rsid w:val="00122628"/>
    <w:rsid w:val="00137D3B"/>
    <w:rsid w:val="001451ED"/>
    <w:rsid w:val="00147B06"/>
    <w:rsid w:val="00175E3C"/>
    <w:rsid w:val="002212C8"/>
    <w:rsid w:val="0024376D"/>
    <w:rsid w:val="0026342B"/>
    <w:rsid w:val="002740B4"/>
    <w:rsid w:val="002D3940"/>
    <w:rsid w:val="002F2EEA"/>
    <w:rsid w:val="00383B9F"/>
    <w:rsid w:val="003A0FAF"/>
    <w:rsid w:val="003C667F"/>
    <w:rsid w:val="003D7579"/>
    <w:rsid w:val="003D7659"/>
    <w:rsid w:val="003E0FBD"/>
    <w:rsid w:val="00425D3B"/>
    <w:rsid w:val="004365AB"/>
    <w:rsid w:val="0047283A"/>
    <w:rsid w:val="00474508"/>
    <w:rsid w:val="004B1DC3"/>
    <w:rsid w:val="004C1B7B"/>
    <w:rsid w:val="00507B9E"/>
    <w:rsid w:val="0051543C"/>
    <w:rsid w:val="005271A8"/>
    <w:rsid w:val="00530428"/>
    <w:rsid w:val="005343C0"/>
    <w:rsid w:val="00542617"/>
    <w:rsid w:val="00571748"/>
    <w:rsid w:val="00583E12"/>
    <w:rsid w:val="005B27B1"/>
    <w:rsid w:val="005B4BF6"/>
    <w:rsid w:val="005D7FFE"/>
    <w:rsid w:val="005F69C8"/>
    <w:rsid w:val="00605484"/>
    <w:rsid w:val="006255AB"/>
    <w:rsid w:val="00627D37"/>
    <w:rsid w:val="006379F9"/>
    <w:rsid w:val="006B0D86"/>
    <w:rsid w:val="006D3038"/>
    <w:rsid w:val="006D7499"/>
    <w:rsid w:val="006E34AE"/>
    <w:rsid w:val="00733BE8"/>
    <w:rsid w:val="00743009"/>
    <w:rsid w:val="007939C5"/>
    <w:rsid w:val="00793EFD"/>
    <w:rsid w:val="007E3B3B"/>
    <w:rsid w:val="00831042"/>
    <w:rsid w:val="00861F92"/>
    <w:rsid w:val="008879A1"/>
    <w:rsid w:val="008B41A0"/>
    <w:rsid w:val="008D2C48"/>
    <w:rsid w:val="008D58A7"/>
    <w:rsid w:val="008D5A89"/>
    <w:rsid w:val="008E28A2"/>
    <w:rsid w:val="008F3A06"/>
    <w:rsid w:val="00952527"/>
    <w:rsid w:val="00952DED"/>
    <w:rsid w:val="009812A6"/>
    <w:rsid w:val="0098265E"/>
    <w:rsid w:val="009B36DE"/>
    <w:rsid w:val="009B5851"/>
    <w:rsid w:val="009D692A"/>
    <w:rsid w:val="009F0363"/>
    <w:rsid w:val="00A02496"/>
    <w:rsid w:val="00A51C2C"/>
    <w:rsid w:val="00A52F2E"/>
    <w:rsid w:val="00A77D80"/>
    <w:rsid w:val="00A923E8"/>
    <w:rsid w:val="00AC0DEC"/>
    <w:rsid w:val="00AC2946"/>
    <w:rsid w:val="00B55893"/>
    <w:rsid w:val="00B70BE8"/>
    <w:rsid w:val="00BA6CA7"/>
    <w:rsid w:val="00C83307"/>
    <w:rsid w:val="00C952E0"/>
    <w:rsid w:val="00CB13E4"/>
    <w:rsid w:val="00CD48BD"/>
    <w:rsid w:val="00CE4461"/>
    <w:rsid w:val="00D728C4"/>
    <w:rsid w:val="00D91AFD"/>
    <w:rsid w:val="00DA1C32"/>
    <w:rsid w:val="00DA2F86"/>
    <w:rsid w:val="00DE4DD4"/>
    <w:rsid w:val="00DE5CCF"/>
    <w:rsid w:val="00E20C4A"/>
    <w:rsid w:val="00E3465B"/>
    <w:rsid w:val="00E627D6"/>
    <w:rsid w:val="00F322DB"/>
    <w:rsid w:val="00F71840"/>
    <w:rsid w:val="00F72479"/>
    <w:rsid w:val="00F8729F"/>
    <w:rsid w:val="00F87AFD"/>
    <w:rsid w:val="00FA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d9d9d9"/>
    </o:shapedefaults>
    <o:shapelayout v:ext="edit">
      <o:idmap v:ext="edit" data="1"/>
    </o:shapelayout>
  </w:shapeDefaults>
  <w:decimalSymbol w:val="."/>
  <w:listSeparator w:val=","/>
  <w14:docId w14:val="74256D0A"/>
  <w15:chartTrackingRefBased/>
  <w15:docId w15:val="{F0368D0F-CF49-4210-A5DB-77EC78E6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D3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semiHidden/>
    <w:pPr>
      <w:snapToGrid w:val="0"/>
      <w:ind w:left="-1418"/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Banner">
    <w:name w:val="Banner_右頁"/>
    <w:basedOn w:val="a"/>
    <w:pPr>
      <w:framePr w:w="722" w:h="642" w:hSpace="180" w:wrap="around" w:vAnchor="text" w:hAnchor="text" w:x="-793" w:y="472"/>
    </w:pPr>
  </w:style>
  <w:style w:type="paragraph" w:customStyle="1" w:styleId="a5">
    <w:name w:val="單元_右頁"/>
    <w:pPr>
      <w:framePr w:w="3892" w:h="326" w:hSpace="180" w:wrap="around" w:vAnchor="text" w:hAnchor="text" w:x="-565" w:y="1151"/>
      <w:snapToGrid w:val="0"/>
    </w:pPr>
    <w:rPr>
      <w:rFonts w:eastAsia="標楷體"/>
      <w:sz w:val="24"/>
    </w:rPr>
  </w:style>
  <w:style w:type="paragraph" w:customStyle="1" w:styleId="a6">
    <w:name w:val="單元_左頁"/>
    <w:basedOn w:val="a5"/>
    <w:pPr>
      <w:framePr w:wrap="around" w:vAnchor="margin" w:hAnchor="page" w:x="851"/>
    </w:pPr>
  </w:style>
  <w:style w:type="paragraph" w:customStyle="1" w:styleId="Banner0">
    <w:name w:val="Banner_左頁"/>
    <w:basedOn w:val="Banner"/>
    <w:pPr>
      <w:framePr w:w="720" w:h="641" w:hSpace="181" w:wrap="around" w:vAnchor="margin" w:hAnchor="page" w:x="625"/>
    </w:pPr>
  </w:style>
  <w:style w:type="character" w:styleId="a7">
    <w:name w:val="page number"/>
    <w:semiHidden/>
    <w:rPr>
      <w:rFonts w:ascii="Arial" w:hAnsi="Arial"/>
      <w:b/>
      <w:sz w:val="26"/>
    </w:rPr>
  </w:style>
  <w:style w:type="paragraph" w:customStyle="1" w:styleId="Title01">
    <w:name w:val="Title_01"/>
    <w:pPr>
      <w:snapToGrid w:val="0"/>
      <w:spacing w:afterLines="50" w:after="50"/>
      <w:jc w:val="center"/>
    </w:pPr>
    <w:rPr>
      <w:rFonts w:eastAsia="標楷體"/>
      <w:b/>
      <w:sz w:val="48"/>
    </w:rPr>
  </w:style>
  <w:style w:type="paragraph" w:customStyle="1" w:styleId="Sub-Title01">
    <w:name w:val="Sub-Title_01"/>
    <w:pPr>
      <w:snapToGrid w:val="0"/>
    </w:pPr>
    <w:rPr>
      <w:sz w:val="24"/>
    </w:rPr>
  </w:style>
  <w:style w:type="paragraph" w:customStyle="1" w:styleId="BodyText01">
    <w:name w:val="Body Text_01"/>
    <w:pPr>
      <w:tabs>
        <w:tab w:val="left" w:pos="811"/>
        <w:tab w:val="left" w:pos="1498"/>
        <w:tab w:val="left" w:pos="2170"/>
      </w:tabs>
      <w:snapToGrid w:val="0"/>
    </w:pPr>
    <w:rPr>
      <w:rFonts w:eastAsia="標楷體"/>
      <w:sz w:val="28"/>
    </w:rPr>
  </w:style>
  <w:style w:type="paragraph" w:customStyle="1" w:styleId="HeadText01">
    <w:name w:val="Head Text_01"/>
    <w:pPr>
      <w:snapToGrid w:val="0"/>
      <w:spacing w:afterLines="100" w:after="100"/>
      <w:ind w:left="737" w:hanging="737"/>
    </w:pPr>
    <w:rPr>
      <w:rFonts w:eastAsia="標楷體"/>
      <w:sz w:val="34"/>
    </w:rPr>
  </w:style>
  <w:style w:type="paragraph" w:customStyle="1" w:styleId="BodyText02">
    <w:name w:val="Body Text_02"/>
    <w:basedOn w:val="BodyText01"/>
    <w:pPr>
      <w:numPr>
        <w:numId w:val="1"/>
      </w:numPr>
    </w:pPr>
  </w:style>
  <w:style w:type="paragraph" w:customStyle="1" w:styleId="BodyText03">
    <w:name w:val="Body Text_03"/>
    <w:basedOn w:val="BodyText01"/>
    <w:rPr>
      <w:sz w:val="60"/>
    </w:rPr>
  </w:style>
  <w:style w:type="paragraph" w:customStyle="1" w:styleId="Number">
    <w:name w:val="Number"/>
    <w:pPr>
      <w:snapToGrid w:val="0"/>
      <w:jc w:val="center"/>
    </w:pPr>
    <w:rPr>
      <w:rFonts w:ascii="Arial" w:hAnsi="Arial"/>
      <w:sz w:val="30"/>
    </w:rPr>
  </w:style>
  <w:style w:type="paragraph" w:customStyle="1" w:styleId="BannerText">
    <w:name w:val="Banner_Text"/>
    <w:pPr>
      <w:snapToGrid w:val="0"/>
      <w:jc w:val="center"/>
    </w:pPr>
    <w:rPr>
      <w:rFonts w:ascii="Arial" w:eastAsia="標楷體" w:hAnsi="Arial"/>
      <w:color w:val="FFFFFF"/>
      <w:sz w:val="24"/>
    </w:rPr>
  </w:style>
  <w:style w:type="paragraph" w:customStyle="1" w:styleId="Sub-HeadText01">
    <w:name w:val="Sub-Head Text_01"/>
    <w:pPr>
      <w:snapToGrid w:val="0"/>
    </w:pPr>
    <w:rPr>
      <w:rFonts w:eastAsia="標楷體"/>
      <w:b/>
      <w:sz w:val="22"/>
    </w:rPr>
  </w:style>
  <w:style w:type="paragraph" w:customStyle="1" w:styleId="TG">
    <w:name w:val="TG"/>
    <w:pPr>
      <w:snapToGrid w:val="0"/>
    </w:pPr>
    <w:rPr>
      <w:rFonts w:eastAsia="標楷體"/>
      <w:color w:val="FF0000"/>
      <w:sz w:val="24"/>
    </w:rPr>
  </w:style>
  <w:style w:type="paragraph" w:customStyle="1" w:styleId="BodyText01-a">
    <w:name w:val="Body Text_01-a"/>
    <w:basedOn w:val="BodyText01"/>
    <w:rPr>
      <w:rFonts w:eastAsia="新細明體"/>
      <w:sz w:val="24"/>
    </w:rPr>
  </w:style>
  <w:style w:type="paragraph" w:customStyle="1" w:styleId="Number-01">
    <w:name w:val="Number-01"/>
    <w:pPr>
      <w:snapToGrid w:val="0"/>
      <w:jc w:val="center"/>
    </w:pPr>
    <w:rPr>
      <w:rFonts w:ascii="Arial" w:hAnsi="Arial"/>
    </w:rPr>
  </w:style>
  <w:style w:type="table" w:styleId="a8">
    <w:name w:val="Table Grid"/>
    <w:basedOn w:val="a1"/>
    <w:uiPriority w:val="59"/>
    <w:rsid w:val="009B3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tthew\Sample\Longman%20Music\Acitvity%20Book\LMACTBK_5-6_Sample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DBB0F672ADDC474BB8B52D7656B537C3" ma:contentTypeVersion="11" ma:contentTypeDescription="建立新的文件。" ma:contentTypeScope="" ma:versionID="f0a89debfbd280e65aaca12f6c266582">
  <xsd:schema xmlns:xsd="http://www.w3.org/2001/XMLSchema" xmlns:xs="http://www.w3.org/2001/XMLSchema" xmlns:p="http://schemas.microsoft.com/office/2006/metadata/properties" xmlns:ns2="f456a434-ca4c-495b-af4b-5cc670c0e5dd" xmlns:ns3="c140335f-f93a-40a8-a8ab-e3e9122daab2" targetNamespace="http://schemas.microsoft.com/office/2006/metadata/properties" ma:root="true" ma:fieldsID="475946fe68e04b2145395af649e53b40" ns2:_="" ns3:_="">
    <xsd:import namespace="f456a434-ca4c-495b-af4b-5cc670c0e5dd"/>
    <xsd:import namespace="c140335f-f93a-40a8-a8ab-e3e9122da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a434-ca4c-495b-af4b-5cc670c0e5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0335f-f93a-40a8-a8ab-e3e9122da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23CD78-9411-4012-BC08-C9531674D9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5A649A-87E9-4937-8B35-C59197FC9A59}"/>
</file>

<file path=customXml/itemProps3.xml><?xml version="1.0" encoding="utf-8"?>
<ds:datastoreItem xmlns:ds="http://schemas.openxmlformats.org/officeDocument/2006/customXml" ds:itemID="{6C6B89BF-FFFC-4F40-A292-8583F6C88C17}"/>
</file>

<file path=customXml/itemProps4.xml><?xml version="1.0" encoding="utf-8"?>
<ds:datastoreItem xmlns:ds="http://schemas.openxmlformats.org/officeDocument/2006/customXml" ds:itemID="{5CE9E728-BBA6-43EC-9AD7-2CD171737BA3}"/>
</file>

<file path=docProps/app.xml><?xml version="1.0" encoding="utf-8"?>
<Properties xmlns="http://schemas.openxmlformats.org/officeDocument/2006/extended-properties" xmlns:vt="http://schemas.openxmlformats.org/officeDocument/2006/docPropsVTypes">
  <Template>LMACTBK_5-6_Sample</Template>
  <TotalTime>34</TotalTime>
  <Pages>2</Pages>
  <Words>284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前奏、間奏、尾聲（適用於第1課）</vt:lpstr>
    </vt:vector>
  </TitlesOfParts>
  <Company>Pearson Edu. Asia Ltd.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前奏、間奏、尾聲（適用於第1課）</dc:title>
  <dc:subject/>
  <dc:creator>Artshare2</dc:creator>
  <cp:keywords/>
  <cp:lastModifiedBy>Chan, Candace</cp:lastModifiedBy>
  <cp:revision>29</cp:revision>
  <cp:lastPrinted>2006-05-24T09:06:00Z</cp:lastPrinted>
  <dcterms:created xsi:type="dcterms:W3CDTF">2021-04-08T02:16:00Z</dcterms:created>
  <dcterms:modified xsi:type="dcterms:W3CDTF">2021-04-08T02:51:00Z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0x010100DBB0F672ADDC474BB8B52D7656B537C3</vt:lpwstr>
  </property>
</Properties>
</file>